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755" w:rsidRPr="00965E7F" w:rsidRDefault="00071755" w:rsidP="00214312">
      <w:pPr>
        <w:jc w:val="right"/>
        <w:rPr>
          <w:sz w:val="14"/>
          <w:szCs w:val="14"/>
        </w:rPr>
      </w:pPr>
      <w:bookmarkStart w:id="0" w:name="_GoBack"/>
      <w:bookmarkEnd w:id="0"/>
    </w:p>
    <w:p w:rsidR="00071755" w:rsidRDefault="00071755" w:rsidP="00214312">
      <w:pPr>
        <w:spacing w:line="276" w:lineRule="auto"/>
        <w:jc w:val="center"/>
        <w:rPr>
          <w:b/>
        </w:rPr>
      </w:pPr>
    </w:p>
    <w:p w:rsidR="00071755" w:rsidRDefault="00071755" w:rsidP="001A10BE">
      <w:pPr>
        <w:ind w:left="42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 №2</w:t>
      </w:r>
    </w:p>
    <w:p w:rsidR="00071755" w:rsidRDefault="00071755" w:rsidP="001A10BE">
      <w:pPr>
        <w:spacing w:line="276" w:lineRule="auto"/>
        <w:jc w:val="center"/>
        <w:rPr>
          <w:b/>
        </w:rPr>
      </w:pPr>
      <w:r>
        <w:rPr>
          <w:b/>
        </w:rPr>
        <w:t>Отчет об исполнении п</w:t>
      </w:r>
      <w:r w:rsidRPr="005F1625">
        <w:rPr>
          <w:b/>
        </w:rPr>
        <w:t>лан</w:t>
      </w:r>
      <w:r>
        <w:rPr>
          <w:b/>
        </w:rPr>
        <w:t>а</w:t>
      </w:r>
      <w:r w:rsidRPr="005F1625">
        <w:rPr>
          <w:b/>
        </w:rPr>
        <w:br/>
        <w:t xml:space="preserve">по развитию правовой и электоральной культуры </w:t>
      </w:r>
      <w:r>
        <w:rPr>
          <w:b/>
        </w:rPr>
        <w:t>з</w:t>
      </w:r>
      <w:r w:rsidRPr="005F1625">
        <w:rPr>
          <w:b/>
        </w:rPr>
        <w:t xml:space="preserve">а </w:t>
      </w:r>
      <w:r>
        <w:rPr>
          <w:b/>
        </w:rPr>
        <w:t xml:space="preserve">  квартал </w:t>
      </w:r>
      <w:r w:rsidRPr="005F1625">
        <w:rPr>
          <w:b/>
        </w:rPr>
        <w:t>201</w:t>
      </w:r>
      <w:r>
        <w:rPr>
          <w:b/>
        </w:rPr>
        <w:t>8</w:t>
      </w:r>
      <w:r w:rsidRPr="005F1625">
        <w:rPr>
          <w:b/>
        </w:rPr>
        <w:t xml:space="preserve"> год</w:t>
      </w:r>
      <w:r>
        <w:rPr>
          <w:b/>
        </w:rPr>
        <w:t>а</w:t>
      </w:r>
    </w:p>
    <w:p w:rsidR="00071755" w:rsidRDefault="00071755" w:rsidP="00734BCA">
      <w:pPr>
        <w:jc w:val="center"/>
        <w:rPr>
          <w:b/>
          <w:sz w:val="24"/>
          <w:szCs w:val="24"/>
        </w:rPr>
      </w:pPr>
    </w:p>
    <w:p w:rsidR="00071755" w:rsidRPr="0081769F" w:rsidRDefault="00071755" w:rsidP="00734BCA">
      <w:pPr>
        <w:pStyle w:val="BodyText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81769F">
        <w:rPr>
          <w:b/>
          <w:sz w:val="24"/>
          <w:szCs w:val="24"/>
          <w:u w:val="single"/>
        </w:rPr>
        <w:t xml:space="preserve">Территориальная избирательная комиссия _________________________________________________________ </w:t>
      </w:r>
    </w:p>
    <w:p w:rsidR="00071755" w:rsidRPr="0081769F" w:rsidRDefault="00071755" w:rsidP="00734BCA">
      <w:pPr>
        <w:pStyle w:val="BodyText"/>
        <w:suppressAutoHyphens/>
        <w:spacing w:line="276" w:lineRule="auto"/>
        <w:jc w:val="center"/>
        <w:rPr>
          <w:sz w:val="20"/>
        </w:rPr>
      </w:pPr>
      <w:r w:rsidRPr="0081769F">
        <w:rPr>
          <w:sz w:val="20"/>
        </w:rPr>
        <w:t>(наименование ТИК)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2"/>
        <w:gridCol w:w="4149"/>
        <w:gridCol w:w="1974"/>
        <w:gridCol w:w="3002"/>
        <w:gridCol w:w="2520"/>
        <w:gridCol w:w="2329"/>
      </w:tblGrid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71755" w:rsidRPr="0081769F" w:rsidRDefault="00071755" w:rsidP="00DA4B08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1.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Мероприятие</w:t>
            </w: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Дата проведения</w:t>
            </w: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Участники (категория, количество)</w:t>
            </w: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Результат</w:t>
            </w: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Примечание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71755" w:rsidRPr="006918F2" w:rsidRDefault="00071755" w:rsidP="00DA4B08">
            <w:pPr>
              <w:rPr>
                <w:b/>
                <w:sz w:val="24"/>
                <w:szCs w:val="24"/>
              </w:rPr>
            </w:pPr>
            <w:r w:rsidRPr="006918F2">
              <w:rPr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71755" w:rsidRPr="0081769F" w:rsidRDefault="00071755" w:rsidP="00DA4B08">
            <w:pPr>
              <w:rPr>
                <w:b/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47"/>
        </w:trPr>
        <w:tc>
          <w:tcPr>
            <w:tcW w:w="81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71755" w:rsidRPr="0081769F" w:rsidRDefault="00071755" w:rsidP="00DA4B08">
            <w:pPr>
              <w:rPr>
                <w:b/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Политическая  партия</w:t>
            </w: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Дата встречи</w:t>
            </w: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Цель встречи</w:t>
            </w: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Результат</w:t>
            </w: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Наименование полит. партий в МО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встреча с Д.А. Федоровым руководителем местного отделения политической партии «Единая Россия» в Свердловском районе города Перми</w:t>
            </w: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10.09.2018</w:t>
            </w: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руководителем политической партии</w:t>
            </w: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 w:val="restart"/>
          </w:tcPr>
          <w:p w:rsidR="00071755" w:rsidRPr="0081769F" w:rsidRDefault="00071755" w:rsidP="00DA4B08">
            <w:pPr>
              <w:ind w:firstLine="29"/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071755" w:rsidRPr="0081769F" w:rsidRDefault="00071755" w:rsidP="00DA4B08">
            <w:pPr>
              <w:ind w:firstLine="29"/>
              <w:rPr>
                <w:b/>
                <w:sz w:val="20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071755" w:rsidRPr="0081769F" w:rsidRDefault="00071755" w:rsidP="00DA4B08">
            <w:pPr>
              <w:ind w:firstLine="29"/>
              <w:rPr>
                <w:b/>
                <w:sz w:val="20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71755" w:rsidRPr="0081769F" w:rsidRDefault="00071755" w:rsidP="00DA4B08">
            <w:pPr>
              <w:ind w:firstLine="29"/>
              <w:rPr>
                <w:b/>
                <w:sz w:val="20"/>
              </w:rPr>
            </w:pPr>
            <w:r w:rsidRPr="0081769F">
              <w:rPr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НКО</w:t>
            </w: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Дата встречи</w:t>
            </w: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Цель встречи</w:t>
            </w: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Результат</w:t>
            </w:r>
          </w:p>
        </w:tc>
        <w:tc>
          <w:tcPr>
            <w:tcW w:w="2329" w:type="dxa"/>
          </w:tcPr>
          <w:p w:rsidR="00071755" w:rsidRPr="0081769F" w:rsidRDefault="0007175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Наименование НКО в МО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Встреча с председателями ТОС Свердловского района города Перми</w:t>
            </w: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об избирательной кампании в Пермском крае 09.09.2018</w:t>
            </w: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 w:val="restart"/>
          </w:tcPr>
          <w:p w:rsidR="00071755" w:rsidRPr="0081769F" w:rsidRDefault="00071755" w:rsidP="00DA4B08">
            <w:pPr>
              <w:ind w:firstLine="29"/>
              <w:rPr>
                <w:b/>
                <w:sz w:val="20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Вручение благодарностей ЦИК в профкомах лечебных учреждений членам УИК</w:t>
            </w: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21.08.2018</w:t>
            </w:r>
          </w:p>
        </w:tc>
        <w:tc>
          <w:tcPr>
            <w:tcW w:w="3002" w:type="dxa"/>
          </w:tcPr>
          <w:p w:rsidR="00071755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Вручение благодарностей ЦИК в профкомах лечебных учреждений </w:t>
            </w:r>
          </w:p>
          <w:p w:rsidR="00071755" w:rsidRPr="0081769F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членам УИК</w:t>
            </w: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071755" w:rsidRPr="0081769F" w:rsidRDefault="00071755" w:rsidP="00DA4B08">
            <w:pPr>
              <w:ind w:firstLine="29"/>
              <w:rPr>
                <w:b/>
                <w:sz w:val="20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:rsidR="00071755" w:rsidRPr="0081769F" w:rsidRDefault="00071755" w:rsidP="009F6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Вручение благодарностей ЦИК в профкоме ОАО «Протон-ПМ» членам УИК</w:t>
            </w:r>
          </w:p>
        </w:tc>
        <w:tc>
          <w:tcPr>
            <w:tcW w:w="1974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19.09.2018</w:t>
            </w:r>
          </w:p>
        </w:tc>
        <w:tc>
          <w:tcPr>
            <w:tcW w:w="3002" w:type="dxa"/>
          </w:tcPr>
          <w:p w:rsidR="00071755" w:rsidRPr="0081769F" w:rsidRDefault="00071755" w:rsidP="009F6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Вручение благодарностей ЦИК в профкоме ОАО «Протон-ПМ» членам УИК</w:t>
            </w:r>
          </w:p>
        </w:tc>
        <w:tc>
          <w:tcPr>
            <w:tcW w:w="2520" w:type="dxa"/>
          </w:tcPr>
          <w:p w:rsidR="00071755" w:rsidRPr="0081769F" w:rsidRDefault="0007175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071755" w:rsidRPr="0081769F" w:rsidRDefault="00071755" w:rsidP="00DA4B08">
            <w:pPr>
              <w:ind w:firstLine="29"/>
              <w:rPr>
                <w:b/>
                <w:sz w:val="20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Вручение благодарностей ЦИК в профкоме ОАО «ПНППК» членам УИК</w:t>
            </w:r>
          </w:p>
        </w:tc>
        <w:tc>
          <w:tcPr>
            <w:tcW w:w="1974" w:type="dxa"/>
          </w:tcPr>
          <w:p w:rsidR="00071755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Default="00071755" w:rsidP="007F0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Вручение благодарностей ЦИК в профкоме ОАО «Протон-ПМ» членам УИК</w:t>
            </w: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7F0972">
            <w:pPr>
              <w:ind w:firstLine="29"/>
              <w:rPr>
                <w:b/>
                <w:sz w:val="20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Раздел.5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0"/>
              </w:rPr>
            </w:pPr>
            <w:r w:rsidRPr="0081769F">
              <w:rPr>
                <w:sz w:val="20"/>
              </w:rPr>
              <w:t>Наименование мероприятия</w:t>
            </w:r>
          </w:p>
        </w:tc>
        <w:tc>
          <w:tcPr>
            <w:tcW w:w="1974" w:type="dxa"/>
          </w:tcPr>
          <w:p w:rsidR="00071755" w:rsidRPr="0081769F" w:rsidRDefault="00071755" w:rsidP="007F0972">
            <w:pPr>
              <w:rPr>
                <w:sz w:val="20"/>
              </w:rPr>
            </w:pPr>
            <w:r w:rsidRPr="0081769F">
              <w:rPr>
                <w:sz w:val="20"/>
              </w:rPr>
              <w:t>Дата</w:t>
            </w:r>
          </w:p>
        </w:tc>
        <w:tc>
          <w:tcPr>
            <w:tcW w:w="3002" w:type="dxa"/>
          </w:tcPr>
          <w:p w:rsidR="00071755" w:rsidRPr="0081769F" w:rsidRDefault="00071755" w:rsidP="007F0972">
            <w:pPr>
              <w:rPr>
                <w:sz w:val="20"/>
              </w:rPr>
            </w:pPr>
            <w:r w:rsidRPr="0081769F">
              <w:rPr>
                <w:sz w:val="20"/>
              </w:rPr>
              <w:t>Содержание, целевая аудитория (участники)</w:t>
            </w: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0"/>
              </w:rPr>
            </w:pPr>
            <w:r w:rsidRPr="0081769F">
              <w:rPr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29" w:type="dxa"/>
          </w:tcPr>
          <w:p w:rsidR="00071755" w:rsidRPr="0081769F" w:rsidRDefault="00071755" w:rsidP="007F0972">
            <w:pPr>
              <w:rPr>
                <w:sz w:val="20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уроков правовых знаний в 9 -10 классах в СОШ № 81</w:t>
            </w:r>
          </w:p>
        </w:tc>
        <w:tc>
          <w:tcPr>
            <w:tcW w:w="1974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18-19.09.2018</w:t>
            </w:r>
          </w:p>
        </w:tc>
        <w:tc>
          <w:tcPr>
            <w:tcW w:w="3002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9-10 классов, в количестве 39 чел.</w:t>
            </w: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Дата эфира, публикации</w:t>
            </w:r>
          </w:p>
        </w:tc>
        <w:tc>
          <w:tcPr>
            <w:tcW w:w="3002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Наименование СМИ</w:t>
            </w: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numPr>
                <w:ilvl w:val="0"/>
                <w:numId w:val="5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numPr>
                <w:ilvl w:val="0"/>
                <w:numId w:val="5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7.</w:t>
            </w:r>
            <w:r w:rsidRPr="0081769F">
              <w:rPr>
                <w:sz w:val="24"/>
                <w:szCs w:val="24"/>
              </w:rPr>
              <w:t xml:space="preserve"> </w:t>
            </w:r>
            <w:r w:rsidRPr="0081769F">
              <w:rPr>
                <w:b/>
                <w:sz w:val="24"/>
                <w:szCs w:val="24"/>
              </w:rPr>
              <w:t>Выпуск учебно – методических пособий, полиграфической продукции</w:t>
            </w: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Дата выпуска</w:t>
            </w:r>
          </w:p>
        </w:tc>
        <w:tc>
          <w:tcPr>
            <w:tcW w:w="3002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</w:tr>
      <w:tr w:rsidR="00071755" w:rsidRPr="0081769F" w:rsidTr="00DA4B08">
        <w:trPr>
          <w:trHeight w:val="362"/>
        </w:trPr>
        <w:tc>
          <w:tcPr>
            <w:tcW w:w="812" w:type="dxa"/>
          </w:tcPr>
          <w:p w:rsidR="00071755" w:rsidRPr="0081769F" w:rsidRDefault="00071755" w:rsidP="007F0972">
            <w:pPr>
              <w:pStyle w:val="ListParagraph"/>
              <w:numPr>
                <w:ilvl w:val="0"/>
                <w:numId w:val="6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71755" w:rsidRPr="0081769F" w:rsidRDefault="00071755" w:rsidP="007F0972">
            <w:pPr>
              <w:rPr>
                <w:sz w:val="24"/>
                <w:szCs w:val="24"/>
              </w:rPr>
            </w:pPr>
          </w:p>
        </w:tc>
      </w:tr>
    </w:tbl>
    <w:p w:rsidR="00071755" w:rsidRPr="0081769F" w:rsidRDefault="00071755" w:rsidP="00734BCA">
      <w:pPr>
        <w:ind w:left="426"/>
        <w:rPr>
          <w:sz w:val="24"/>
          <w:szCs w:val="24"/>
        </w:rPr>
      </w:pPr>
    </w:p>
    <w:p w:rsidR="00071755" w:rsidRPr="0081769F" w:rsidRDefault="00071755" w:rsidP="00734BCA">
      <w:pPr>
        <w:ind w:left="426"/>
        <w:rPr>
          <w:sz w:val="24"/>
          <w:szCs w:val="24"/>
        </w:rPr>
      </w:pPr>
      <w:r w:rsidRPr="0081769F">
        <w:rPr>
          <w:sz w:val="24"/>
          <w:szCs w:val="24"/>
        </w:rPr>
        <w:t>Председатель</w:t>
      </w:r>
      <w:r>
        <w:rPr>
          <w:sz w:val="24"/>
          <w:szCs w:val="24"/>
        </w:rPr>
        <w:t xml:space="preserve"> базовой</w:t>
      </w:r>
      <w:r w:rsidRPr="0081769F">
        <w:rPr>
          <w:sz w:val="24"/>
          <w:szCs w:val="24"/>
        </w:rPr>
        <w:t xml:space="preserve"> ТИК:__________________________________ </w:t>
      </w:r>
    </w:p>
    <w:p w:rsidR="00071755" w:rsidRDefault="00071755" w:rsidP="00734BCA">
      <w:pPr>
        <w:jc w:val="both"/>
        <w:rPr>
          <w:sz w:val="14"/>
          <w:szCs w:val="14"/>
        </w:rPr>
      </w:pPr>
    </w:p>
    <w:p w:rsidR="00071755" w:rsidRDefault="00071755" w:rsidP="00734BCA">
      <w:pPr>
        <w:jc w:val="both"/>
        <w:rPr>
          <w:sz w:val="14"/>
          <w:szCs w:val="14"/>
        </w:rPr>
      </w:pPr>
    </w:p>
    <w:p w:rsidR="00071755" w:rsidRDefault="00071755" w:rsidP="00734BCA">
      <w:pPr>
        <w:jc w:val="both"/>
        <w:rPr>
          <w:sz w:val="14"/>
          <w:szCs w:val="14"/>
        </w:rPr>
      </w:pPr>
    </w:p>
    <w:sectPr w:rsidR="00071755" w:rsidSect="00D70CC1">
      <w:pgSz w:w="16838" w:h="11906" w:orient="landscape"/>
      <w:pgMar w:top="1247" w:right="363" w:bottom="510" w:left="993" w:header="363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3846A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D6013E"/>
    <w:multiLevelType w:val="multilevel"/>
    <w:tmpl w:val="3F32EA2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cs="Times New Roman" w:hint="default"/>
      </w:rPr>
    </w:lvl>
  </w:abstractNum>
  <w:abstractNum w:abstractNumId="2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2CF"/>
    <w:rsid w:val="00015916"/>
    <w:rsid w:val="00071755"/>
    <w:rsid w:val="00190DD6"/>
    <w:rsid w:val="001A10BE"/>
    <w:rsid w:val="001E447B"/>
    <w:rsid w:val="00214312"/>
    <w:rsid w:val="0024546B"/>
    <w:rsid w:val="00290696"/>
    <w:rsid w:val="003B27B2"/>
    <w:rsid w:val="00442122"/>
    <w:rsid w:val="00492842"/>
    <w:rsid w:val="004F7428"/>
    <w:rsid w:val="005F1625"/>
    <w:rsid w:val="006776B6"/>
    <w:rsid w:val="006918F2"/>
    <w:rsid w:val="00734BCA"/>
    <w:rsid w:val="007F0972"/>
    <w:rsid w:val="007F2FFD"/>
    <w:rsid w:val="0081769F"/>
    <w:rsid w:val="008D2673"/>
    <w:rsid w:val="00965E7F"/>
    <w:rsid w:val="009F69BD"/>
    <w:rsid w:val="00D27D8C"/>
    <w:rsid w:val="00D70CC1"/>
    <w:rsid w:val="00DA4B08"/>
    <w:rsid w:val="00DC1236"/>
    <w:rsid w:val="00EF02CF"/>
    <w:rsid w:val="00FB568E"/>
    <w:rsid w:val="00FE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312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rsid w:val="00214312"/>
    <w:pPr>
      <w:numPr>
        <w:numId w:val="2"/>
      </w:numPr>
      <w:contextualSpacing/>
    </w:pPr>
  </w:style>
  <w:style w:type="paragraph" w:styleId="BodyText">
    <w:name w:val="Body Text"/>
    <w:basedOn w:val="Normal"/>
    <w:link w:val="BodyTextChar"/>
    <w:uiPriority w:val="99"/>
    <w:rsid w:val="002143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1431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2143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4F74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742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398</Words>
  <Characters>2272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amina</cp:lastModifiedBy>
  <cp:revision>3</cp:revision>
  <cp:lastPrinted>2018-09-24T05:29:00Z</cp:lastPrinted>
  <dcterms:created xsi:type="dcterms:W3CDTF">2019-04-02T10:00:00Z</dcterms:created>
  <dcterms:modified xsi:type="dcterms:W3CDTF">2019-04-16T11:39:00Z</dcterms:modified>
</cp:coreProperties>
</file>