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5D5" w:rsidRPr="00965E7F" w:rsidRDefault="007725D5" w:rsidP="00214312">
      <w:pPr>
        <w:jc w:val="right"/>
        <w:rPr>
          <w:sz w:val="14"/>
          <w:szCs w:val="14"/>
        </w:rPr>
      </w:pPr>
    </w:p>
    <w:p w:rsidR="007725D5" w:rsidRDefault="007725D5" w:rsidP="00214312">
      <w:pPr>
        <w:spacing w:line="276" w:lineRule="auto"/>
        <w:jc w:val="center"/>
        <w:rPr>
          <w:b/>
        </w:rPr>
      </w:pPr>
    </w:p>
    <w:p w:rsidR="007725D5" w:rsidRDefault="007725D5" w:rsidP="00214312">
      <w:pPr>
        <w:spacing w:line="276" w:lineRule="auto"/>
        <w:jc w:val="center"/>
        <w:rPr>
          <w:b/>
        </w:rPr>
      </w:pPr>
    </w:p>
    <w:p w:rsidR="007725D5" w:rsidRDefault="007725D5" w:rsidP="001A10BE">
      <w:pPr>
        <w:ind w:left="42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Форма №2</w:t>
      </w:r>
    </w:p>
    <w:p w:rsidR="007725D5" w:rsidRDefault="007725D5" w:rsidP="001A10BE">
      <w:pPr>
        <w:spacing w:line="276" w:lineRule="auto"/>
        <w:jc w:val="center"/>
        <w:rPr>
          <w:b/>
        </w:rPr>
      </w:pPr>
      <w:r>
        <w:rPr>
          <w:b/>
        </w:rPr>
        <w:t>Отчет об исполнении п</w:t>
      </w:r>
      <w:r w:rsidRPr="005F1625">
        <w:rPr>
          <w:b/>
        </w:rPr>
        <w:t>лан</w:t>
      </w:r>
      <w:r>
        <w:rPr>
          <w:b/>
        </w:rPr>
        <w:t>а</w:t>
      </w:r>
      <w:r w:rsidRPr="005F1625">
        <w:rPr>
          <w:b/>
        </w:rPr>
        <w:br/>
        <w:t xml:space="preserve">по развитию правовой и электоральной культуры </w:t>
      </w:r>
      <w:r>
        <w:rPr>
          <w:b/>
        </w:rPr>
        <w:t>з</w:t>
      </w:r>
      <w:r w:rsidRPr="005F1625">
        <w:rPr>
          <w:b/>
        </w:rPr>
        <w:t xml:space="preserve">а </w:t>
      </w:r>
      <w:r>
        <w:rPr>
          <w:b/>
        </w:rPr>
        <w:t xml:space="preserve"> </w:t>
      </w:r>
      <w:r>
        <w:rPr>
          <w:b/>
          <w:lang w:val="en-US"/>
        </w:rPr>
        <w:t>IV</w:t>
      </w:r>
      <w:r>
        <w:rPr>
          <w:b/>
        </w:rPr>
        <w:t xml:space="preserve"> квартал </w:t>
      </w:r>
      <w:r w:rsidRPr="005F1625">
        <w:rPr>
          <w:b/>
        </w:rPr>
        <w:t>201</w:t>
      </w:r>
      <w:r>
        <w:rPr>
          <w:b/>
        </w:rPr>
        <w:t>8</w:t>
      </w:r>
      <w:r w:rsidRPr="005F1625">
        <w:rPr>
          <w:b/>
        </w:rPr>
        <w:t xml:space="preserve"> год</w:t>
      </w:r>
      <w:r>
        <w:rPr>
          <w:b/>
        </w:rPr>
        <w:t>а</w:t>
      </w:r>
    </w:p>
    <w:p w:rsidR="007725D5" w:rsidRDefault="007725D5" w:rsidP="00734BCA">
      <w:pPr>
        <w:jc w:val="center"/>
        <w:rPr>
          <w:b/>
          <w:sz w:val="24"/>
          <w:szCs w:val="24"/>
        </w:rPr>
      </w:pPr>
    </w:p>
    <w:p w:rsidR="007725D5" w:rsidRPr="0081769F" w:rsidRDefault="007725D5" w:rsidP="00734BCA">
      <w:pPr>
        <w:pStyle w:val="BodyText"/>
        <w:suppressAutoHyphens/>
        <w:spacing w:line="276" w:lineRule="auto"/>
        <w:jc w:val="center"/>
        <w:rPr>
          <w:b/>
          <w:sz w:val="24"/>
          <w:szCs w:val="24"/>
          <w:u w:val="single"/>
        </w:rPr>
      </w:pPr>
      <w:r w:rsidRPr="0081769F">
        <w:rPr>
          <w:b/>
          <w:sz w:val="24"/>
          <w:szCs w:val="24"/>
          <w:u w:val="single"/>
        </w:rPr>
        <w:t xml:space="preserve">Территориальная избирательная комиссия </w:t>
      </w:r>
      <w:r>
        <w:rPr>
          <w:b/>
          <w:sz w:val="24"/>
          <w:szCs w:val="24"/>
          <w:u w:val="single"/>
        </w:rPr>
        <w:t>№1 Свердловского района города Перми</w:t>
      </w:r>
      <w:r w:rsidRPr="0081769F">
        <w:rPr>
          <w:b/>
          <w:sz w:val="24"/>
          <w:szCs w:val="24"/>
          <w:u w:val="single"/>
        </w:rPr>
        <w:t xml:space="preserve"> </w:t>
      </w:r>
    </w:p>
    <w:p w:rsidR="007725D5" w:rsidRPr="0081769F" w:rsidRDefault="007725D5" w:rsidP="00734BCA">
      <w:pPr>
        <w:pStyle w:val="BodyText"/>
        <w:suppressAutoHyphens/>
        <w:spacing w:line="276" w:lineRule="auto"/>
        <w:jc w:val="center"/>
        <w:rPr>
          <w:sz w:val="20"/>
        </w:rPr>
      </w:pPr>
      <w:r w:rsidRPr="0081769F">
        <w:rPr>
          <w:sz w:val="20"/>
        </w:rPr>
        <w:t>(наименование ТИК)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2"/>
        <w:gridCol w:w="4149"/>
        <w:gridCol w:w="1974"/>
        <w:gridCol w:w="3002"/>
        <w:gridCol w:w="2520"/>
        <w:gridCol w:w="2329"/>
      </w:tblGrid>
      <w:tr w:rsidR="007725D5" w:rsidRPr="0081769F" w:rsidTr="00DA4B08">
        <w:trPr>
          <w:trHeight w:val="362"/>
        </w:trPr>
        <w:tc>
          <w:tcPr>
            <w:tcW w:w="812" w:type="dxa"/>
          </w:tcPr>
          <w:p w:rsidR="007725D5" w:rsidRPr="0081769F" w:rsidRDefault="007725D5" w:rsidP="00DA4B08">
            <w:pPr>
              <w:rPr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:rsidR="007725D5" w:rsidRPr="0081769F" w:rsidRDefault="007725D5" w:rsidP="00DA4B08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b/>
                <w:sz w:val="24"/>
                <w:szCs w:val="24"/>
              </w:rPr>
            </w:pPr>
            <w:r w:rsidRPr="0081769F">
              <w:rPr>
                <w:b/>
                <w:sz w:val="24"/>
                <w:szCs w:val="24"/>
              </w:rPr>
              <w:t>Раздел 1. Организация проведения информационных акций и других мероприятий, направленных на повышение активности избирателей (в т.ч. мероприятия ко Дню молодого избирателя)</w:t>
            </w:r>
          </w:p>
        </w:tc>
      </w:tr>
      <w:tr w:rsidR="007725D5" w:rsidRPr="0081769F" w:rsidTr="00DA4B08">
        <w:trPr>
          <w:trHeight w:val="362"/>
        </w:trPr>
        <w:tc>
          <w:tcPr>
            <w:tcW w:w="812" w:type="dxa"/>
          </w:tcPr>
          <w:p w:rsidR="007725D5" w:rsidRPr="0081769F" w:rsidRDefault="007725D5" w:rsidP="00DA4B0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9" w:type="dxa"/>
          </w:tcPr>
          <w:p w:rsidR="007725D5" w:rsidRPr="0081769F" w:rsidRDefault="007725D5" w:rsidP="00DA4B08">
            <w:pPr>
              <w:rPr>
                <w:sz w:val="20"/>
              </w:rPr>
            </w:pPr>
            <w:r w:rsidRPr="0081769F">
              <w:rPr>
                <w:sz w:val="20"/>
              </w:rPr>
              <w:t>Мероприятие</w:t>
            </w:r>
          </w:p>
        </w:tc>
        <w:tc>
          <w:tcPr>
            <w:tcW w:w="1974" w:type="dxa"/>
          </w:tcPr>
          <w:p w:rsidR="007725D5" w:rsidRPr="0081769F" w:rsidRDefault="007725D5" w:rsidP="00DA4B08">
            <w:pPr>
              <w:rPr>
                <w:sz w:val="20"/>
              </w:rPr>
            </w:pPr>
            <w:r w:rsidRPr="0081769F">
              <w:rPr>
                <w:sz w:val="20"/>
              </w:rPr>
              <w:t>Дата проведения</w:t>
            </w:r>
          </w:p>
        </w:tc>
        <w:tc>
          <w:tcPr>
            <w:tcW w:w="3002" w:type="dxa"/>
          </w:tcPr>
          <w:p w:rsidR="007725D5" w:rsidRPr="0081769F" w:rsidRDefault="007725D5" w:rsidP="00DA4B08">
            <w:pPr>
              <w:rPr>
                <w:sz w:val="20"/>
              </w:rPr>
            </w:pPr>
            <w:r w:rsidRPr="0081769F">
              <w:rPr>
                <w:sz w:val="20"/>
              </w:rPr>
              <w:t>Участники (категория, количество)</w:t>
            </w:r>
          </w:p>
        </w:tc>
        <w:tc>
          <w:tcPr>
            <w:tcW w:w="2520" w:type="dxa"/>
          </w:tcPr>
          <w:p w:rsidR="007725D5" w:rsidRPr="0081769F" w:rsidRDefault="007725D5" w:rsidP="00DA4B08">
            <w:pPr>
              <w:rPr>
                <w:sz w:val="20"/>
              </w:rPr>
            </w:pPr>
            <w:r w:rsidRPr="0081769F">
              <w:rPr>
                <w:sz w:val="20"/>
              </w:rPr>
              <w:t>Результат</w:t>
            </w:r>
          </w:p>
        </w:tc>
        <w:tc>
          <w:tcPr>
            <w:tcW w:w="2329" w:type="dxa"/>
          </w:tcPr>
          <w:p w:rsidR="007725D5" w:rsidRPr="0081769F" w:rsidRDefault="007725D5" w:rsidP="00DA4B08">
            <w:pPr>
              <w:rPr>
                <w:sz w:val="20"/>
              </w:rPr>
            </w:pPr>
            <w:r w:rsidRPr="0081769F">
              <w:rPr>
                <w:sz w:val="20"/>
              </w:rPr>
              <w:t>Примечание</w:t>
            </w:r>
          </w:p>
        </w:tc>
      </w:tr>
      <w:tr w:rsidR="007725D5" w:rsidRPr="0081769F" w:rsidTr="00DA4B08">
        <w:trPr>
          <w:trHeight w:val="362"/>
        </w:trPr>
        <w:tc>
          <w:tcPr>
            <w:tcW w:w="812" w:type="dxa"/>
          </w:tcPr>
          <w:p w:rsidR="007725D5" w:rsidRPr="0081769F" w:rsidRDefault="007725D5" w:rsidP="00DA4B08">
            <w:pPr>
              <w:ind w:left="360"/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1.</w:t>
            </w:r>
          </w:p>
        </w:tc>
        <w:tc>
          <w:tcPr>
            <w:tcW w:w="4149" w:type="dxa"/>
          </w:tcPr>
          <w:p w:rsidR="007725D5" w:rsidRPr="0081769F" w:rsidRDefault="007725D5" w:rsidP="0088625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Прием граждан в Общероссийский день</w:t>
            </w:r>
          </w:p>
        </w:tc>
        <w:tc>
          <w:tcPr>
            <w:tcW w:w="1974" w:type="dxa"/>
          </w:tcPr>
          <w:p w:rsidR="007725D5" w:rsidRPr="0081769F" w:rsidRDefault="007725D5" w:rsidP="00DA4B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12.12.2018</w:t>
            </w:r>
          </w:p>
        </w:tc>
        <w:tc>
          <w:tcPr>
            <w:tcW w:w="3002" w:type="dxa"/>
          </w:tcPr>
          <w:p w:rsidR="007725D5" w:rsidRPr="0081769F" w:rsidRDefault="007725D5" w:rsidP="00DA4B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Избиратели Свердловского района города Перми</w:t>
            </w:r>
          </w:p>
        </w:tc>
        <w:tc>
          <w:tcPr>
            <w:tcW w:w="2520" w:type="dxa"/>
          </w:tcPr>
          <w:p w:rsidR="007725D5" w:rsidRPr="0081769F" w:rsidRDefault="007725D5" w:rsidP="00DA4B08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7725D5" w:rsidRPr="0081769F" w:rsidRDefault="007725D5" w:rsidP="00DA4B08">
            <w:pPr>
              <w:rPr>
                <w:sz w:val="24"/>
                <w:szCs w:val="24"/>
              </w:rPr>
            </w:pPr>
          </w:p>
        </w:tc>
      </w:tr>
      <w:tr w:rsidR="007725D5" w:rsidRPr="0081769F" w:rsidTr="00DA4B08">
        <w:trPr>
          <w:trHeight w:val="362"/>
        </w:trPr>
        <w:tc>
          <w:tcPr>
            <w:tcW w:w="812" w:type="dxa"/>
          </w:tcPr>
          <w:p w:rsidR="007725D5" w:rsidRPr="0081769F" w:rsidRDefault="007725D5" w:rsidP="00DA4B08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49" w:type="dxa"/>
          </w:tcPr>
          <w:p w:rsidR="007725D5" w:rsidRDefault="007725D5" w:rsidP="0088625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Участие во втором Всероссийском правовом юридическом диктанте, посвященном 25-летию Конституции РФ</w:t>
            </w:r>
          </w:p>
        </w:tc>
        <w:tc>
          <w:tcPr>
            <w:tcW w:w="1974" w:type="dxa"/>
          </w:tcPr>
          <w:p w:rsidR="007725D5" w:rsidRDefault="007725D5" w:rsidP="00DA4B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27.12.2018</w:t>
            </w:r>
          </w:p>
        </w:tc>
        <w:tc>
          <w:tcPr>
            <w:tcW w:w="3002" w:type="dxa"/>
          </w:tcPr>
          <w:p w:rsidR="007725D5" w:rsidRDefault="007725D5" w:rsidP="00DA4B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ТИК</w:t>
            </w:r>
          </w:p>
        </w:tc>
        <w:tc>
          <w:tcPr>
            <w:tcW w:w="2520" w:type="dxa"/>
          </w:tcPr>
          <w:p w:rsidR="007725D5" w:rsidRPr="0081769F" w:rsidRDefault="007725D5" w:rsidP="00DA4B08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7725D5" w:rsidRPr="0081769F" w:rsidRDefault="007725D5" w:rsidP="00DA4B08">
            <w:pPr>
              <w:rPr>
                <w:sz w:val="24"/>
                <w:szCs w:val="24"/>
              </w:rPr>
            </w:pPr>
          </w:p>
        </w:tc>
      </w:tr>
      <w:tr w:rsidR="007725D5" w:rsidRPr="0081769F" w:rsidTr="00DA4B08">
        <w:trPr>
          <w:trHeight w:val="362"/>
        </w:trPr>
        <w:tc>
          <w:tcPr>
            <w:tcW w:w="812" w:type="dxa"/>
          </w:tcPr>
          <w:p w:rsidR="007725D5" w:rsidRPr="0081769F" w:rsidRDefault="007725D5" w:rsidP="00DA4B08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:rsidR="007725D5" w:rsidRPr="006918F2" w:rsidRDefault="007725D5" w:rsidP="00DA4B08">
            <w:pPr>
              <w:rPr>
                <w:b/>
                <w:sz w:val="24"/>
                <w:szCs w:val="24"/>
              </w:rPr>
            </w:pPr>
            <w:r w:rsidRPr="006918F2">
              <w:rPr>
                <w:b/>
                <w:sz w:val="24"/>
                <w:szCs w:val="24"/>
              </w:rPr>
              <w:t>Раздел 1.1. Межмуниципальные мероприятия по развитию правовой культуры и электоральной активности избирателей</w:t>
            </w:r>
          </w:p>
        </w:tc>
      </w:tr>
      <w:tr w:rsidR="007725D5" w:rsidRPr="0081769F" w:rsidTr="00DA4B08">
        <w:trPr>
          <w:trHeight w:val="362"/>
        </w:trPr>
        <w:tc>
          <w:tcPr>
            <w:tcW w:w="812" w:type="dxa"/>
          </w:tcPr>
          <w:p w:rsidR="007725D5" w:rsidRPr="0081769F" w:rsidRDefault="007725D5" w:rsidP="00DA4B08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49" w:type="dxa"/>
          </w:tcPr>
          <w:p w:rsidR="007725D5" w:rsidRPr="0081769F" w:rsidRDefault="007725D5" w:rsidP="00DA4B08">
            <w:pPr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7725D5" w:rsidRPr="0081769F" w:rsidRDefault="007725D5" w:rsidP="00DA4B08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:rsidR="007725D5" w:rsidRPr="0081769F" w:rsidRDefault="007725D5" w:rsidP="00DA4B0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7725D5" w:rsidRPr="0081769F" w:rsidRDefault="007725D5" w:rsidP="00DA4B08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7725D5" w:rsidRPr="0081769F" w:rsidRDefault="007725D5" w:rsidP="00DA4B08">
            <w:pPr>
              <w:rPr>
                <w:sz w:val="24"/>
                <w:szCs w:val="24"/>
              </w:rPr>
            </w:pPr>
          </w:p>
        </w:tc>
      </w:tr>
      <w:tr w:rsidR="007725D5" w:rsidRPr="0081769F" w:rsidTr="00DA4B08">
        <w:trPr>
          <w:trHeight w:val="362"/>
        </w:trPr>
        <w:tc>
          <w:tcPr>
            <w:tcW w:w="812" w:type="dxa"/>
          </w:tcPr>
          <w:p w:rsidR="007725D5" w:rsidRPr="0081769F" w:rsidRDefault="007725D5" w:rsidP="00DA4B08">
            <w:pPr>
              <w:rPr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:rsidR="007725D5" w:rsidRPr="0081769F" w:rsidRDefault="007725D5" w:rsidP="00DA4B08">
            <w:pPr>
              <w:rPr>
                <w:b/>
                <w:sz w:val="24"/>
                <w:szCs w:val="24"/>
              </w:rPr>
            </w:pPr>
            <w:r w:rsidRPr="0081769F">
              <w:rPr>
                <w:b/>
                <w:sz w:val="24"/>
                <w:szCs w:val="24"/>
              </w:rPr>
              <w:t>Раздел 2. Мероприятия (в т.ч. заседания)  молодёжной избирательной комиссии</w:t>
            </w:r>
          </w:p>
        </w:tc>
      </w:tr>
      <w:tr w:rsidR="007725D5" w:rsidRPr="0081769F" w:rsidTr="00DA4B08">
        <w:trPr>
          <w:trHeight w:val="362"/>
        </w:trPr>
        <w:tc>
          <w:tcPr>
            <w:tcW w:w="812" w:type="dxa"/>
          </w:tcPr>
          <w:p w:rsidR="007725D5" w:rsidRPr="0081769F" w:rsidRDefault="007725D5" w:rsidP="00DA4B08">
            <w:pPr>
              <w:ind w:left="360"/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1.</w:t>
            </w:r>
          </w:p>
        </w:tc>
        <w:tc>
          <w:tcPr>
            <w:tcW w:w="4149" w:type="dxa"/>
          </w:tcPr>
          <w:p w:rsidR="007725D5" w:rsidRDefault="007725D5" w:rsidP="00DA4B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Парламентский урок с учащимися</w:t>
            </w:r>
          </w:p>
          <w:p w:rsidR="007725D5" w:rsidRPr="0081769F" w:rsidRDefault="007725D5" w:rsidP="009F7C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СОШ  № 81</w:t>
            </w:r>
          </w:p>
        </w:tc>
        <w:tc>
          <w:tcPr>
            <w:tcW w:w="1974" w:type="dxa"/>
          </w:tcPr>
          <w:p w:rsidR="007725D5" w:rsidRDefault="007725D5" w:rsidP="00DA4B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23.10.2018;</w:t>
            </w:r>
          </w:p>
          <w:p w:rsidR="007725D5" w:rsidRPr="0081769F" w:rsidRDefault="007725D5" w:rsidP="00DA4B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15.11.2018</w:t>
            </w:r>
          </w:p>
        </w:tc>
        <w:tc>
          <w:tcPr>
            <w:tcW w:w="3002" w:type="dxa"/>
          </w:tcPr>
          <w:p w:rsidR="007725D5" w:rsidRDefault="007725D5" w:rsidP="00DA4B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Учащиеся 9 -10 классов, </w:t>
            </w:r>
          </w:p>
          <w:p w:rsidR="007725D5" w:rsidRPr="0081769F" w:rsidRDefault="007725D5" w:rsidP="00DA4B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человек</w:t>
            </w:r>
          </w:p>
        </w:tc>
        <w:tc>
          <w:tcPr>
            <w:tcW w:w="2520" w:type="dxa"/>
          </w:tcPr>
          <w:p w:rsidR="007725D5" w:rsidRPr="0081769F" w:rsidRDefault="007725D5" w:rsidP="00DA4B08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7725D5" w:rsidRPr="0081769F" w:rsidRDefault="007725D5" w:rsidP="00DA4B08">
            <w:pPr>
              <w:rPr>
                <w:sz w:val="24"/>
                <w:szCs w:val="24"/>
              </w:rPr>
            </w:pPr>
          </w:p>
        </w:tc>
      </w:tr>
      <w:tr w:rsidR="007725D5" w:rsidRPr="0081769F" w:rsidTr="00DA4B08">
        <w:trPr>
          <w:trHeight w:val="362"/>
        </w:trPr>
        <w:tc>
          <w:tcPr>
            <w:tcW w:w="812" w:type="dxa"/>
          </w:tcPr>
          <w:p w:rsidR="007725D5" w:rsidRPr="0081769F" w:rsidRDefault="007725D5" w:rsidP="00DA4B08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4149" w:type="dxa"/>
          </w:tcPr>
          <w:p w:rsidR="007725D5" w:rsidRPr="0081769F" w:rsidRDefault="007725D5" w:rsidP="00DA4B08">
            <w:pPr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7725D5" w:rsidRPr="0081769F" w:rsidRDefault="007725D5" w:rsidP="00DA4B08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:rsidR="007725D5" w:rsidRPr="0081769F" w:rsidRDefault="007725D5" w:rsidP="00DA4B0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7725D5" w:rsidRPr="0081769F" w:rsidRDefault="007725D5" w:rsidP="00DA4B08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7725D5" w:rsidRPr="0081769F" w:rsidRDefault="007725D5" w:rsidP="00DA4B08">
            <w:pPr>
              <w:rPr>
                <w:sz w:val="24"/>
                <w:szCs w:val="24"/>
              </w:rPr>
            </w:pPr>
          </w:p>
        </w:tc>
      </w:tr>
      <w:tr w:rsidR="007725D5" w:rsidRPr="0081769F" w:rsidTr="00DA4B08">
        <w:trPr>
          <w:trHeight w:val="362"/>
        </w:trPr>
        <w:tc>
          <w:tcPr>
            <w:tcW w:w="812" w:type="dxa"/>
          </w:tcPr>
          <w:p w:rsidR="007725D5" w:rsidRPr="0081769F" w:rsidRDefault="007725D5" w:rsidP="00DA4B08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4149" w:type="dxa"/>
          </w:tcPr>
          <w:p w:rsidR="007725D5" w:rsidRPr="0081769F" w:rsidRDefault="007725D5" w:rsidP="00DA4B08">
            <w:pPr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7725D5" w:rsidRPr="0081769F" w:rsidRDefault="007725D5" w:rsidP="00DA4B08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:rsidR="007725D5" w:rsidRPr="0081769F" w:rsidRDefault="007725D5" w:rsidP="00DA4B0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7725D5" w:rsidRPr="0081769F" w:rsidRDefault="007725D5" w:rsidP="00DA4B08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7725D5" w:rsidRPr="0081769F" w:rsidRDefault="007725D5" w:rsidP="00DA4B08">
            <w:pPr>
              <w:rPr>
                <w:sz w:val="24"/>
                <w:szCs w:val="24"/>
              </w:rPr>
            </w:pPr>
          </w:p>
        </w:tc>
      </w:tr>
      <w:tr w:rsidR="007725D5" w:rsidRPr="0081769F" w:rsidTr="00DA4B08">
        <w:trPr>
          <w:trHeight w:val="347"/>
        </w:trPr>
        <w:tc>
          <w:tcPr>
            <w:tcW w:w="812" w:type="dxa"/>
          </w:tcPr>
          <w:p w:rsidR="007725D5" w:rsidRPr="0081769F" w:rsidRDefault="007725D5" w:rsidP="00DA4B08">
            <w:pPr>
              <w:rPr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:rsidR="007725D5" w:rsidRPr="0081769F" w:rsidRDefault="007725D5" w:rsidP="00DA4B08">
            <w:pPr>
              <w:rPr>
                <w:b/>
                <w:sz w:val="24"/>
                <w:szCs w:val="24"/>
              </w:rPr>
            </w:pPr>
            <w:r w:rsidRPr="0081769F">
              <w:rPr>
                <w:b/>
                <w:sz w:val="24"/>
                <w:szCs w:val="24"/>
              </w:rPr>
              <w:t>Раздел 3. Мероприятия по взаимодействию с политическими партиями</w:t>
            </w:r>
          </w:p>
        </w:tc>
      </w:tr>
      <w:tr w:rsidR="007725D5" w:rsidRPr="0081769F" w:rsidTr="00DA4B08">
        <w:trPr>
          <w:trHeight w:val="362"/>
        </w:trPr>
        <w:tc>
          <w:tcPr>
            <w:tcW w:w="812" w:type="dxa"/>
          </w:tcPr>
          <w:p w:rsidR="007725D5" w:rsidRPr="0081769F" w:rsidRDefault="007725D5" w:rsidP="00DA4B0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9" w:type="dxa"/>
          </w:tcPr>
          <w:p w:rsidR="007725D5" w:rsidRPr="0081769F" w:rsidRDefault="007725D5" w:rsidP="00DA4B08">
            <w:pPr>
              <w:rPr>
                <w:sz w:val="20"/>
              </w:rPr>
            </w:pPr>
            <w:r w:rsidRPr="0081769F">
              <w:rPr>
                <w:sz w:val="20"/>
              </w:rPr>
              <w:t>Политическая  партия</w:t>
            </w:r>
          </w:p>
        </w:tc>
        <w:tc>
          <w:tcPr>
            <w:tcW w:w="1974" w:type="dxa"/>
          </w:tcPr>
          <w:p w:rsidR="007725D5" w:rsidRPr="0081769F" w:rsidRDefault="007725D5" w:rsidP="00DA4B08">
            <w:pPr>
              <w:rPr>
                <w:sz w:val="20"/>
              </w:rPr>
            </w:pPr>
            <w:r w:rsidRPr="0081769F">
              <w:rPr>
                <w:sz w:val="20"/>
              </w:rPr>
              <w:t>Дата встречи</w:t>
            </w:r>
          </w:p>
        </w:tc>
        <w:tc>
          <w:tcPr>
            <w:tcW w:w="3002" w:type="dxa"/>
          </w:tcPr>
          <w:p w:rsidR="007725D5" w:rsidRPr="0081769F" w:rsidRDefault="007725D5" w:rsidP="00DA4B08">
            <w:pPr>
              <w:rPr>
                <w:sz w:val="20"/>
              </w:rPr>
            </w:pPr>
            <w:r w:rsidRPr="0081769F">
              <w:rPr>
                <w:sz w:val="20"/>
              </w:rPr>
              <w:t>Цель встречи</w:t>
            </w:r>
          </w:p>
        </w:tc>
        <w:tc>
          <w:tcPr>
            <w:tcW w:w="2520" w:type="dxa"/>
          </w:tcPr>
          <w:p w:rsidR="007725D5" w:rsidRPr="0081769F" w:rsidRDefault="007725D5" w:rsidP="00DA4B08">
            <w:pPr>
              <w:rPr>
                <w:sz w:val="20"/>
              </w:rPr>
            </w:pPr>
            <w:r w:rsidRPr="0081769F">
              <w:rPr>
                <w:sz w:val="20"/>
              </w:rPr>
              <w:t>Результат</w:t>
            </w:r>
          </w:p>
        </w:tc>
        <w:tc>
          <w:tcPr>
            <w:tcW w:w="2329" w:type="dxa"/>
          </w:tcPr>
          <w:p w:rsidR="007725D5" w:rsidRPr="0081769F" w:rsidRDefault="007725D5" w:rsidP="00DA4B08">
            <w:pPr>
              <w:rPr>
                <w:sz w:val="20"/>
              </w:rPr>
            </w:pPr>
            <w:r w:rsidRPr="0081769F">
              <w:rPr>
                <w:sz w:val="20"/>
              </w:rPr>
              <w:t>Наименование полит. партий в МО</w:t>
            </w:r>
          </w:p>
        </w:tc>
      </w:tr>
      <w:tr w:rsidR="007725D5" w:rsidRPr="0081769F" w:rsidTr="00DA4B08">
        <w:trPr>
          <w:trHeight w:val="362"/>
        </w:trPr>
        <w:tc>
          <w:tcPr>
            <w:tcW w:w="812" w:type="dxa"/>
          </w:tcPr>
          <w:p w:rsidR="007725D5" w:rsidRPr="0081769F" w:rsidRDefault="007725D5" w:rsidP="0088625C">
            <w:pPr>
              <w:ind w:left="360"/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1.</w:t>
            </w:r>
          </w:p>
        </w:tc>
        <w:tc>
          <w:tcPr>
            <w:tcW w:w="4149" w:type="dxa"/>
          </w:tcPr>
          <w:p w:rsidR="007725D5" w:rsidRDefault="007725D5" w:rsidP="008862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Рабочая встреча с секретарем Комитета местного отделения политической партии КПРФ – </w:t>
            </w:r>
          </w:p>
          <w:p w:rsidR="007725D5" w:rsidRPr="0081769F" w:rsidRDefault="007725D5" w:rsidP="008862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С.Н. Андрияновым</w:t>
            </w:r>
          </w:p>
        </w:tc>
        <w:tc>
          <w:tcPr>
            <w:tcW w:w="1974" w:type="dxa"/>
          </w:tcPr>
          <w:p w:rsidR="007725D5" w:rsidRPr="0081769F" w:rsidRDefault="007725D5" w:rsidP="008862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13.11.2018</w:t>
            </w:r>
          </w:p>
        </w:tc>
        <w:tc>
          <w:tcPr>
            <w:tcW w:w="3002" w:type="dxa"/>
          </w:tcPr>
          <w:p w:rsidR="007725D5" w:rsidRPr="0081769F" w:rsidRDefault="007725D5" w:rsidP="008862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Взаимодействие в межвыборный период</w:t>
            </w:r>
          </w:p>
        </w:tc>
        <w:tc>
          <w:tcPr>
            <w:tcW w:w="2520" w:type="dxa"/>
          </w:tcPr>
          <w:p w:rsidR="007725D5" w:rsidRPr="0081769F" w:rsidRDefault="007725D5" w:rsidP="0088625C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  <w:vMerge w:val="restart"/>
          </w:tcPr>
          <w:p w:rsidR="007725D5" w:rsidRPr="0081769F" w:rsidRDefault="007725D5" w:rsidP="0088625C">
            <w:pPr>
              <w:ind w:firstLine="29"/>
              <w:rPr>
                <w:sz w:val="24"/>
                <w:szCs w:val="24"/>
              </w:rPr>
            </w:pPr>
          </w:p>
        </w:tc>
      </w:tr>
      <w:tr w:rsidR="007725D5" w:rsidRPr="0081769F" w:rsidTr="00DA4B08">
        <w:trPr>
          <w:trHeight w:val="362"/>
        </w:trPr>
        <w:tc>
          <w:tcPr>
            <w:tcW w:w="812" w:type="dxa"/>
          </w:tcPr>
          <w:p w:rsidR="007725D5" w:rsidRPr="0081769F" w:rsidRDefault="007725D5" w:rsidP="0088625C">
            <w:pPr>
              <w:ind w:left="360"/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2.</w:t>
            </w:r>
          </w:p>
        </w:tc>
        <w:tc>
          <w:tcPr>
            <w:tcW w:w="4149" w:type="dxa"/>
          </w:tcPr>
          <w:p w:rsidR="007725D5" w:rsidRPr="0081769F" w:rsidRDefault="007725D5" w:rsidP="008862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Рабочая встреча с  руководителем местного отделения политической партии «Единая Россия» в Свердловском районе города Перми - Д.А. Федоровым</w:t>
            </w:r>
          </w:p>
        </w:tc>
        <w:tc>
          <w:tcPr>
            <w:tcW w:w="1974" w:type="dxa"/>
          </w:tcPr>
          <w:p w:rsidR="007725D5" w:rsidRPr="0081769F" w:rsidRDefault="007725D5" w:rsidP="008862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21.11.2018</w:t>
            </w:r>
          </w:p>
        </w:tc>
        <w:tc>
          <w:tcPr>
            <w:tcW w:w="3002" w:type="dxa"/>
          </w:tcPr>
          <w:p w:rsidR="007725D5" w:rsidRPr="0081769F" w:rsidRDefault="007725D5" w:rsidP="008862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Взаимодействие в межвыборный период</w:t>
            </w:r>
          </w:p>
        </w:tc>
        <w:tc>
          <w:tcPr>
            <w:tcW w:w="2520" w:type="dxa"/>
          </w:tcPr>
          <w:p w:rsidR="007725D5" w:rsidRPr="0081769F" w:rsidRDefault="007725D5" w:rsidP="0088625C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  <w:vMerge/>
          </w:tcPr>
          <w:p w:rsidR="007725D5" w:rsidRPr="0081769F" w:rsidRDefault="007725D5" w:rsidP="0088625C">
            <w:pPr>
              <w:ind w:firstLine="29"/>
              <w:rPr>
                <w:b/>
                <w:sz w:val="20"/>
              </w:rPr>
            </w:pPr>
          </w:p>
        </w:tc>
      </w:tr>
      <w:tr w:rsidR="007725D5" w:rsidRPr="0081769F" w:rsidTr="00DA4B08">
        <w:trPr>
          <w:trHeight w:val="362"/>
        </w:trPr>
        <w:tc>
          <w:tcPr>
            <w:tcW w:w="812" w:type="dxa"/>
          </w:tcPr>
          <w:p w:rsidR="007725D5" w:rsidRPr="0081769F" w:rsidRDefault="007725D5" w:rsidP="0088625C">
            <w:pPr>
              <w:ind w:left="360"/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3.</w:t>
            </w:r>
          </w:p>
        </w:tc>
        <w:tc>
          <w:tcPr>
            <w:tcW w:w="4149" w:type="dxa"/>
          </w:tcPr>
          <w:p w:rsidR="007725D5" w:rsidRPr="0081769F" w:rsidRDefault="007725D5" w:rsidP="0088625C">
            <w:pPr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7725D5" w:rsidRPr="0081769F" w:rsidRDefault="007725D5" w:rsidP="0088625C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:rsidR="007725D5" w:rsidRPr="0081769F" w:rsidRDefault="007725D5" w:rsidP="0088625C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7725D5" w:rsidRPr="0081769F" w:rsidRDefault="007725D5" w:rsidP="0088625C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  <w:vMerge/>
          </w:tcPr>
          <w:p w:rsidR="007725D5" w:rsidRPr="0081769F" w:rsidRDefault="007725D5" w:rsidP="0088625C">
            <w:pPr>
              <w:ind w:firstLine="29"/>
              <w:rPr>
                <w:b/>
                <w:sz w:val="20"/>
              </w:rPr>
            </w:pPr>
          </w:p>
        </w:tc>
      </w:tr>
      <w:tr w:rsidR="007725D5" w:rsidRPr="0081769F" w:rsidTr="00DA4B08">
        <w:trPr>
          <w:trHeight w:val="362"/>
        </w:trPr>
        <w:tc>
          <w:tcPr>
            <w:tcW w:w="812" w:type="dxa"/>
          </w:tcPr>
          <w:p w:rsidR="007725D5" w:rsidRPr="0081769F" w:rsidRDefault="007725D5" w:rsidP="00DA4B08">
            <w:pPr>
              <w:rPr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:rsidR="007725D5" w:rsidRPr="0081769F" w:rsidRDefault="007725D5" w:rsidP="00DA4B08">
            <w:pPr>
              <w:ind w:firstLine="29"/>
              <w:rPr>
                <w:b/>
                <w:sz w:val="20"/>
              </w:rPr>
            </w:pPr>
            <w:r w:rsidRPr="0081769F">
              <w:rPr>
                <w:b/>
                <w:sz w:val="24"/>
                <w:szCs w:val="24"/>
              </w:rPr>
              <w:t>Раздел 4. Мероприятия по взаимодействию с общественными организациями</w:t>
            </w:r>
          </w:p>
        </w:tc>
      </w:tr>
      <w:tr w:rsidR="007725D5" w:rsidRPr="0081769F" w:rsidTr="00DA4B08">
        <w:trPr>
          <w:trHeight w:val="362"/>
        </w:trPr>
        <w:tc>
          <w:tcPr>
            <w:tcW w:w="812" w:type="dxa"/>
          </w:tcPr>
          <w:p w:rsidR="007725D5" w:rsidRPr="0081769F" w:rsidRDefault="007725D5" w:rsidP="00DA4B08">
            <w:pPr>
              <w:rPr>
                <w:sz w:val="24"/>
                <w:szCs w:val="24"/>
              </w:rPr>
            </w:pPr>
          </w:p>
        </w:tc>
        <w:tc>
          <w:tcPr>
            <w:tcW w:w="4149" w:type="dxa"/>
          </w:tcPr>
          <w:p w:rsidR="007725D5" w:rsidRPr="0081769F" w:rsidRDefault="007725D5" w:rsidP="00DA4B08">
            <w:pPr>
              <w:rPr>
                <w:sz w:val="20"/>
              </w:rPr>
            </w:pPr>
            <w:r w:rsidRPr="0081769F">
              <w:rPr>
                <w:sz w:val="20"/>
              </w:rPr>
              <w:t>НКО</w:t>
            </w:r>
          </w:p>
        </w:tc>
        <w:tc>
          <w:tcPr>
            <w:tcW w:w="1974" w:type="dxa"/>
          </w:tcPr>
          <w:p w:rsidR="007725D5" w:rsidRPr="0081769F" w:rsidRDefault="007725D5" w:rsidP="00DA4B08">
            <w:pPr>
              <w:rPr>
                <w:sz w:val="20"/>
              </w:rPr>
            </w:pPr>
            <w:r w:rsidRPr="0081769F">
              <w:rPr>
                <w:sz w:val="20"/>
              </w:rPr>
              <w:t>Дата встречи</w:t>
            </w:r>
          </w:p>
        </w:tc>
        <w:tc>
          <w:tcPr>
            <w:tcW w:w="3002" w:type="dxa"/>
          </w:tcPr>
          <w:p w:rsidR="007725D5" w:rsidRPr="0081769F" w:rsidRDefault="007725D5" w:rsidP="00DA4B08">
            <w:pPr>
              <w:rPr>
                <w:sz w:val="20"/>
              </w:rPr>
            </w:pPr>
            <w:r w:rsidRPr="0081769F">
              <w:rPr>
                <w:sz w:val="20"/>
              </w:rPr>
              <w:t>Цель встречи</w:t>
            </w:r>
          </w:p>
        </w:tc>
        <w:tc>
          <w:tcPr>
            <w:tcW w:w="2520" w:type="dxa"/>
          </w:tcPr>
          <w:p w:rsidR="007725D5" w:rsidRPr="0081769F" w:rsidRDefault="007725D5" w:rsidP="00DA4B08">
            <w:pPr>
              <w:rPr>
                <w:sz w:val="20"/>
              </w:rPr>
            </w:pPr>
            <w:r w:rsidRPr="0081769F">
              <w:rPr>
                <w:sz w:val="20"/>
              </w:rPr>
              <w:t>Результат</w:t>
            </w:r>
          </w:p>
        </w:tc>
        <w:tc>
          <w:tcPr>
            <w:tcW w:w="2329" w:type="dxa"/>
          </w:tcPr>
          <w:p w:rsidR="007725D5" w:rsidRPr="0081769F" w:rsidRDefault="007725D5" w:rsidP="00DA4B08">
            <w:pPr>
              <w:rPr>
                <w:sz w:val="20"/>
              </w:rPr>
            </w:pPr>
            <w:r w:rsidRPr="0081769F">
              <w:rPr>
                <w:sz w:val="20"/>
              </w:rPr>
              <w:t>Наименование НКО в МО</w:t>
            </w:r>
          </w:p>
        </w:tc>
      </w:tr>
      <w:tr w:rsidR="007725D5" w:rsidRPr="0081769F" w:rsidTr="00DA4B08">
        <w:trPr>
          <w:trHeight w:val="362"/>
        </w:trPr>
        <w:tc>
          <w:tcPr>
            <w:tcW w:w="812" w:type="dxa"/>
          </w:tcPr>
          <w:p w:rsidR="007725D5" w:rsidRPr="0081769F" w:rsidRDefault="007725D5" w:rsidP="00DA4B08">
            <w:pPr>
              <w:ind w:left="360"/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1.</w:t>
            </w:r>
          </w:p>
        </w:tc>
        <w:tc>
          <w:tcPr>
            <w:tcW w:w="4149" w:type="dxa"/>
          </w:tcPr>
          <w:p w:rsidR="007725D5" w:rsidRPr="0081769F" w:rsidRDefault="007725D5" w:rsidP="00DA4B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Встреча с председателями ТОС Свердловского района города Перми</w:t>
            </w:r>
          </w:p>
        </w:tc>
        <w:tc>
          <w:tcPr>
            <w:tcW w:w="1974" w:type="dxa"/>
          </w:tcPr>
          <w:p w:rsidR="007725D5" w:rsidRDefault="007725D5" w:rsidP="00DA4B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31.10.2018</w:t>
            </w:r>
          </w:p>
          <w:p w:rsidR="007725D5" w:rsidRPr="0081769F" w:rsidRDefault="007725D5" w:rsidP="00DA4B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22.11.2018</w:t>
            </w:r>
          </w:p>
        </w:tc>
        <w:tc>
          <w:tcPr>
            <w:tcW w:w="3002" w:type="dxa"/>
          </w:tcPr>
          <w:p w:rsidR="007725D5" w:rsidRPr="0081769F" w:rsidRDefault="007725D5" w:rsidP="001953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об изменении в избирательном законодательстве</w:t>
            </w:r>
          </w:p>
        </w:tc>
        <w:tc>
          <w:tcPr>
            <w:tcW w:w="2520" w:type="dxa"/>
          </w:tcPr>
          <w:p w:rsidR="007725D5" w:rsidRPr="0081769F" w:rsidRDefault="007725D5" w:rsidP="00DA4B08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  <w:vMerge w:val="restart"/>
          </w:tcPr>
          <w:p w:rsidR="007725D5" w:rsidRPr="0081769F" w:rsidRDefault="007725D5" w:rsidP="00DA4B08">
            <w:pPr>
              <w:ind w:firstLine="29"/>
              <w:rPr>
                <w:b/>
                <w:sz w:val="20"/>
              </w:rPr>
            </w:pPr>
          </w:p>
        </w:tc>
      </w:tr>
      <w:tr w:rsidR="007725D5" w:rsidRPr="0081769F" w:rsidTr="00DA4B08">
        <w:trPr>
          <w:trHeight w:val="362"/>
        </w:trPr>
        <w:tc>
          <w:tcPr>
            <w:tcW w:w="812" w:type="dxa"/>
          </w:tcPr>
          <w:p w:rsidR="007725D5" w:rsidRPr="0081769F" w:rsidRDefault="007725D5" w:rsidP="00DA4B08">
            <w:pPr>
              <w:ind w:left="360"/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2.</w:t>
            </w:r>
          </w:p>
        </w:tc>
        <w:tc>
          <w:tcPr>
            <w:tcW w:w="4149" w:type="dxa"/>
          </w:tcPr>
          <w:p w:rsidR="007725D5" w:rsidRDefault="007725D5" w:rsidP="00DA4B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Пермская краевая организация</w:t>
            </w:r>
          </w:p>
          <w:p w:rsidR="007725D5" w:rsidRPr="00F5348D" w:rsidRDefault="007725D5" w:rsidP="00F534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«Всероссийское общество инвалидов»</w:t>
            </w:r>
          </w:p>
        </w:tc>
        <w:tc>
          <w:tcPr>
            <w:tcW w:w="1974" w:type="dxa"/>
          </w:tcPr>
          <w:p w:rsidR="007725D5" w:rsidRPr="0081769F" w:rsidRDefault="007725D5" w:rsidP="00DA4B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18.10.2018</w:t>
            </w:r>
          </w:p>
        </w:tc>
        <w:tc>
          <w:tcPr>
            <w:tcW w:w="3002" w:type="dxa"/>
          </w:tcPr>
          <w:p w:rsidR="007725D5" w:rsidRPr="0081769F" w:rsidRDefault="007725D5" w:rsidP="00356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участников о проводимых работах по обеспечению избирательных прав граждан с ограниченными физическими возможностями, 73 чел.</w:t>
            </w:r>
          </w:p>
        </w:tc>
        <w:tc>
          <w:tcPr>
            <w:tcW w:w="2520" w:type="dxa"/>
          </w:tcPr>
          <w:p w:rsidR="007725D5" w:rsidRPr="0081769F" w:rsidRDefault="007725D5" w:rsidP="00DA4B08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  <w:vMerge/>
          </w:tcPr>
          <w:p w:rsidR="007725D5" w:rsidRPr="0081769F" w:rsidRDefault="007725D5" w:rsidP="00DA4B08">
            <w:pPr>
              <w:ind w:firstLine="29"/>
              <w:rPr>
                <w:b/>
                <w:sz w:val="20"/>
              </w:rPr>
            </w:pPr>
          </w:p>
        </w:tc>
      </w:tr>
      <w:tr w:rsidR="007725D5" w:rsidRPr="0081769F" w:rsidTr="00DA4B08">
        <w:trPr>
          <w:trHeight w:val="362"/>
        </w:trPr>
        <w:tc>
          <w:tcPr>
            <w:tcW w:w="812" w:type="dxa"/>
          </w:tcPr>
          <w:p w:rsidR="007725D5" w:rsidRPr="0081769F" w:rsidRDefault="007725D5" w:rsidP="00F5348D">
            <w:pPr>
              <w:ind w:left="360"/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3.</w:t>
            </w:r>
          </w:p>
        </w:tc>
        <w:tc>
          <w:tcPr>
            <w:tcW w:w="4149" w:type="dxa"/>
          </w:tcPr>
          <w:p w:rsidR="007725D5" w:rsidRDefault="007725D5" w:rsidP="00F534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Встреча с председателем местного отделения Пермской краевой организацией</w:t>
            </w:r>
          </w:p>
          <w:p w:rsidR="007725D5" w:rsidRPr="00F5348D" w:rsidRDefault="007725D5" w:rsidP="00F534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«Всероссийское общество инвалидов» А.Д. Федоренко</w:t>
            </w:r>
          </w:p>
        </w:tc>
        <w:tc>
          <w:tcPr>
            <w:tcW w:w="1974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06.11.2018</w:t>
            </w:r>
          </w:p>
        </w:tc>
        <w:tc>
          <w:tcPr>
            <w:tcW w:w="3002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участии инвалидов в конкурсе « Мой выбор»</w:t>
            </w:r>
          </w:p>
        </w:tc>
        <w:tc>
          <w:tcPr>
            <w:tcW w:w="2520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  <w:vMerge/>
          </w:tcPr>
          <w:p w:rsidR="007725D5" w:rsidRPr="0081769F" w:rsidRDefault="007725D5" w:rsidP="00F5348D">
            <w:pPr>
              <w:ind w:firstLine="29"/>
              <w:rPr>
                <w:b/>
                <w:sz w:val="20"/>
              </w:rPr>
            </w:pPr>
          </w:p>
        </w:tc>
      </w:tr>
      <w:tr w:rsidR="007725D5" w:rsidRPr="0081769F" w:rsidTr="00DA4B08">
        <w:trPr>
          <w:trHeight w:val="362"/>
        </w:trPr>
        <w:tc>
          <w:tcPr>
            <w:tcW w:w="812" w:type="dxa"/>
          </w:tcPr>
          <w:p w:rsidR="007725D5" w:rsidRPr="0081769F" w:rsidRDefault="007725D5" w:rsidP="00F5348D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4149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7725D5" w:rsidRDefault="007725D5" w:rsidP="00F5348D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:rsidR="007725D5" w:rsidRDefault="007725D5" w:rsidP="00F5348D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7725D5" w:rsidRPr="0081769F" w:rsidRDefault="007725D5" w:rsidP="00F5348D">
            <w:pPr>
              <w:ind w:firstLine="29"/>
              <w:rPr>
                <w:b/>
                <w:sz w:val="20"/>
              </w:rPr>
            </w:pPr>
          </w:p>
        </w:tc>
      </w:tr>
      <w:tr w:rsidR="007725D5" w:rsidRPr="0081769F" w:rsidTr="00DA4B08">
        <w:trPr>
          <w:trHeight w:val="362"/>
        </w:trPr>
        <w:tc>
          <w:tcPr>
            <w:tcW w:w="812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  <w:r w:rsidRPr="0081769F">
              <w:rPr>
                <w:b/>
                <w:sz w:val="24"/>
                <w:szCs w:val="24"/>
              </w:rPr>
              <w:t>Раздел.5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7725D5" w:rsidRPr="0081769F" w:rsidTr="00DA4B08">
        <w:trPr>
          <w:trHeight w:val="362"/>
        </w:trPr>
        <w:tc>
          <w:tcPr>
            <w:tcW w:w="812" w:type="dxa"/>
          </w:tcPr>
          <w:p w:rsidR="007725D5" w:rsidRPr="0081769F" w:rsidRDefault="007725D5" w:rsidP="00F5348D">
            <w:pPr>
              <w:pStyle w:val="ListParagraph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9" w:type="dxa"/>
          </w:tcPr>
          <w:p w:rsidR="007725D5" w:rsidRPr="0081769F" w:rsidRDefault="007725D5" w:rsidP="00F5348D">
            <w:pPr>
              <w:rPr>
                <w:sz w:val="20"/>
              </w:rPr>
            </w:pPr>
            <w:r w:rsidRPr="0081769F">
              <w:rPr>
                <w:sz w:val="20"/>
              </w:rPr>
              <w:t>Наименование мероприятия</w:t>
            </w:r>
          </w:p>
        </w:tc>
        <w:tc>
          <w:tcPr>
            <w:tcW w:w="1974" w:type="dxa"/>
          </w:tcPr>
          <w:p w:rsidR="007725D5" w:rsidRPr="0081769F" w:rsidRDefault="007725D5" w:rsidP="00F5348D">
            <w:pPr>
              <w:rPr>
                <w:sz w:val="20"/>
              </w:rPr>
            </w:pPr>
            <w:r w:rsidRPr="0081769F">
              <w:rPr>
                <w:sz w:val="20"/>
              </w:rPr>
              <w:t>Дата</w:t>
            </w:r>
          </w:p>
        </w:tc>
        <w:tc>
          <w:tcPr>
            <w:tcW w:w="3002" w:type="dxa"/>
          </w:tcPr>
          <w:p w:rsidR="007725D5" w:rsidRPr="0081769F" w:rsidRDefault="007725D5" w:rsidP="00F5348D">
            <w:pPr>
              <w:rPr>
                <w:sz w:val="20"/>
              </w:rPr>
            </w:pPr>
            <w:r w:rsidRPr="0081769F">
              <w:rPr>
                <w:sz w:val="20"/>
              </w:rPr>
              <w:t>Содержание, целевая аудитория (участники)</w:t>
            </w:r>
          </w:p>
        </w:tc>
        <w:tc>
          <w:tcPr>
            <w:tcW w:w="2520" w:type="dxa"/>
          </w:tcPr>
          <w:p w:rsidR="007725D5" w:rsidRPr="0081769F" w:rsidRDefault="007725D5" w:rsidP="00F5348D">
            <w:pPr>
              <w:rPr>
                <w:sz w:val="20"/>
              </w:rPr>
            </w:pPr>
            <w:r w:rsidRPr="0081769F">
              <w:rPr>
                <w:sz w:val="20"/>
              </w:rPr>
              <w:t>Размещено (или не размещено) на сайте ИКПК, ТИК</w:t>
            </w:r>
          </w:p>
        </w:tc>
        <w:tc>
          <w:tcPr>
            <w:tcW w:w="2329" w:type="dxa"/>
          </w:tcPr>
          <w:p w:rsidR="007725D5" w:rsidRPr="0081769F" w:rsidRDefault="007725D5" w:rsidP="00F5348D">
            <w:pPr>
              <w:rPr>
                <w:sz w:val="20"/>
              </w:rPr>
            </w:pPr>
          </w:p>
        </w:tc>
      </w:tr>
      <w:tr w:rsidR="007725D5" w:rsidRPr="0081769F" w:rsidTr="00DA4B08">
        <w:trPr>
          <w:trHeight w:val="362"/>
        </w:trPr>
        <w:tc>
          <w:tcPr>
            <w:tcW w:w="812" w:type="dxa"/>
          </w:tcPr>
          <w:p w:rsidR="007725D5" w:rsidRPr="0081769F" w:rsidRDefault="007725D5" w:rsidP="00F5348D">
            <w:pPr>
              <w:pStyle w:val="ListParagraph"/>
              <w:numPr>
                <w:ilvl w:val="0"/>
                <w:numId w:val="4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7725D5" w:rsidRPr="0081769F" w:rsidRDefault="007725D5" w:rsidP="00DE2B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Встреча с начальником отдела образования Свердловского района департамента образования города Перми С.Ю. Харитоновой</w:t>
            </w:r>
          </w:p>
        </w:tc>
        <w:tc>
          <w:tcPr>
            <w:tcW w:w="1974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13.11.2018</w:t>
            </w:r>
            <w:bookmarkStart w:id="0" w:name="_GoBack"/>
            <w:bookmarkEnd w:id="0"/>
          </w:p>
        </w:tc>
        <w:tc>
          <w:tcPr>
            <w:tcW w:w="3002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среди учащихся для участия в интернет олимпиаде, проводимой ЦИК</w:t>
            </w:r>
          </w:p>
        </w:tc>
        <w:tc>
          <w:tcPr>
            <w:tcW w:w="2520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</w:p>
        </w:tc>
      </w:tr>
      <w:tr w:rsidR="007725D5" w:rsidRPr="0081769F" w:rsidTr="00DA4B08">
        <w:trPr>
          <w:trHeight w:val="362"/>
        </w:trPr>
        <w:tc>
          <w:tcPr>
            <w:tcW w:w="812" w:type="dxa"/>
          </w:tcPr>
          <w:p w:rsidR="007725D5" w:rsidRPr="0081769F" w:rsidRDefault="007725D5" w:rsidP="00F5348D">
            <w:pPr>
              <w:pStyle w:val="ListParagraph"/>
              <w:numPr>
                <w:ilvl w:val="0"/>
                <w:numId w:val="4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Наполнение информацией единого портала ИК ПК</w:t>
            </w:r>
          </w:p>
        </w:tc>
        <w:tc>
          <w:tcPr>
            <w:tcW w:w="1974" w:type="dxa"/>
          </w:tcPr>
          <w:p w:rsidR="007725D5" w:rsidRDefault="007725D5" w:rsidP="00F534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18.10.2018;</w:t>
            </w:r>
          </w:p>
          <w:p w:rsidR="007725D5" w:rsidRPr="0081769F" w:rsidRDefault="007725D5" w:rsidP="00F534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13.11.2018</w:t>
            </w:r>
          </w:p>
        </w:tc>
        <w:tc>
          <w:tcPr>
            <w:tcW w:w="3002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</w:p>
        </w:tc>
      </w:tr>
      <w:tr w:rsidR="007725D5" w:rsidRPr="0081769F" w:rsidTr="00DA4B08">
        <w:trPr>
          <w:trHeight w:val="362"/>
        </w:trPr>
        <w:tc>
          <w:tcPr>
            <w:tcW w:w="812" w:type="dxa"/>
          </w:tcPr>
          <w:p w:rsidR="007725D5" w:rsidRPr="0081769F" w:rsidRDefault="007725D5" w:rsidP="00F5348D">
            <w:pPr>
              <w:pStyle w:val="ListParagraph"/>
              <w:numPr>
                <w:ilvl w:val="0"/>
                <w:numId w:val="4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</w:p>
        </w:tc>
      </w:tr>
      <w:tr w:rsidR="007725D5" w:rsidRPr="0081769F" w:rsidTr="00DA4B08">
        <w:trPr>
          <w:trHeight w:val="362"/>
        </w:trPr>
        <w:tc>
          <w:tcPr>
            <w:tcW w:w="812" w:type="dxa"/>
          </w:tcPr>
          <w:p w:rsidR="007725D5" w:rsidRPr="0081769F" w:rsidRDefault="007725D5" w:rsidP="00F5348D">
            <w:pPr>
              <w:pStyle w:val="ListParagraph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  <w:r w:rsidRPr="0081769F">
              <w:rPr>
                <w:b/>
                <w:sz w:val="24"/>
                <w:szCs w:val="24"/>
              </w:rPr>
              <w:t>Раздел 6. Публикации (эфиры) в муниципальных СМИ</w:t>
            </w:r>
          </w:p>
        </w:tc>
      </w:tr>
      <w:tr w:rsidR="007725D5" w:rsidRPr="0081769F" w:rsidTr="00DA4B08">
        <w:trPr>
          <w:trHeight w:val="362"/>
        </w:trPr>
        <w:tc>
          <w:tcPr>
            <w:tcW w:w="812" w:type="dxa"/>
          </w:tcPr>
          <w:p w:rsidR="007725D5" w:rsidRPr="0081769F" w:rsidRDefault="007725D5" w:rsidP="00F5348D">
            <w:pPr>
              <w:pStyle w:val="ListParagraph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Дата эфира, публикации</w:t>
            </w:r>
          </w:p>
        </w:tc>
        <w:tc>
          <w:tcPr>
            <w:tcW w:w="3002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Наименование СМИ</w:t>
            </w:r>
          </w:p>
        </w:tc>
        <w:tc>
          <w:tcPr>
            <w:tcW w:w="2520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</w:p>
        </w:tc>
      </w:tr>
      <w:tr w:rsidR="007725D5" w:rsidRPr="0081769F" w:rsidTr="00DA4B08">
        <w:trPr>
          <w:trHeight w:val="362"/>
        </w:trPr>
        <w:tc>
          <w:tcPr>
            <w:tcW w:w="812" w:type="dxa"/>
          </w:tcPr>
          <w:p w:rsidR="007725D5" w:rsidRPr="0081769F" w:rsidRDefault="007725D5" w:rsidP="00F5348D">
            <w:pPr>
              <w:pStyle w:val="ListParagraph"/>
              <w:numPr>
                <w:ilvl w:val="0"/>
                <w:numId w:val="5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</w:p>
        </w:tc>
      </w:tr>
      <w:tr w:rsidR="007725D5" w:rsidRPr="0081769F" w:rsidTr="00DA4B08">
        <w:trPr>
          <w:trHeight w:val="362"/>
        </w:trPr>
        <w:tc>
          <w:tcPr>
            <w:tcW w:w="812" w:type="dxa"/>
          </w:tcPr>
          <w:p w:rsidR="007725D5" w:rsidRPr="0081769F" w:rsidRDefault="007725D5" w:rsidP="00F5348D">
            <w:pPr>
              <w:pStyle w:val="ListParagraph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  <w:r w:rsidRPr="0081769F">
              <w:rPr>
                <w:b/>
                <w:sz w:val="24"/>
                <w:szCs w:val="24"/>
              </w:rPr>
              <w:t>Раздел 7.</w:t>
            </w:r>
            <w:r w:rsidRPr="0081769F">
              <w:rPr>
                <w:sz w:val="24"/>
                <w:szCs w:val="24"/>
              </w:rPr>
              <w:t xml:space="preserve"> </w:t>
            </w:r>
            <w:r w:rsidRPr="0081769F">
              <w:rPr>
                <w:b/>
                <w:sz w:val="24"/>
                <w:szCs w:val="24"/>
              </w:rPr>
              <w:t>Выпуск учебно – методических пособий, полиграфической продукции</w:t>
            </w:r>
          </w:p>
        </w:tc>
      </w:tr>
      <w:tr w:rsidR="007725D5" w:rsidRPr="0081769F" w:rsidTr="00DA4B08">
        <w:trPr>
          <w:trHeight w:val="362"/>
        </w:trPr>
        <w:tc>
          <w:tcPr>
            <w:tcW w:w="812" w:type="dxa"/>
          </w:tcPr>
          <w:p w:rsidR="007725D5" w:rsidRPr="0081769F" w:rsidRDefault="007725D5" w:rsidP="00F5348D">
            <w:pPr>
              <w:pStyle w:val="ListParagraph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1974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  <w:r w:rsidRPr="0081769F">
              <w:rPr>
                <w:sz w:val="24"/>
                <w:szCs w:val="24"/>
              </w:rPr>
              <w:t>Дата выпуска</w:t>
            </w:r>
          </w:p>
        </w:tc>
        <w:tc>
          <w:tcPr>
            <w:tcW w:w="3002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</w:p>
        </w:tc>
      </w:tr>
      <w:tr w:rsidR="007725D5" w:rsidRPr="0081769F" w:rsidTr="00DA4B08">
        <w:trPr>
          <w:trHeight w:val="362"/>
        </w:trPr>
        <w:tc>
          <w:tcPr>
            <w:tcW w:w="812" w:type="dxa"/>
          </w:tcPr>
          <w:p w:rsidR="007725D5" w:rsidRPr="0081769F" w:rsidRDefault="007725D5" w:rsidP="00F5348D">
            <w:pPr>
              <w:pStyle w:val="ListParagraph"/>
              <w:numPr>
                <w:ilvl w:val="0"/>
                <w:numId w:val="6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</w:p>
        </w:tc>
        <w:tc>
          <w:tcPr>
            <w:tcW w:w="3002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7725D5" w:rsidRPr="0081769F" w:rsidRDefault="007725D5" w:rsidP="00F5348D">
            <w:pPr>
              <w:rPr>
                <w:sz w:val="24"/>
                <w:szCs w:val="24"/>
              </w:rPr>
            </w:pPr>
          </w:p>
        </w:tc>
      </w:tr>
    </w:tbl>
    <w:p w:rsidR="007725D5" w:rsidRPr="0081769F" w:rsidRDefault="007725D5" w:rsidP="00734BCA">
      <w:pPr>
        <w:ind w:left="426"/>
        <w:rPr>
          <w:sz w:val="24"/>
          <w:szCs w:val="24"/>
        </w:rPr>
      </w:pPr>
    </w:p>
    <w:p w:rsidR="007725D5" w:rsidRPr="0081769F" w:rsidRDefault="007725D5" w:rsidP="00734BCA">
      <w:pPr>
        <w:ind w:left="426"/>
        <w:rPr>
          <w:sz w:val="24"/>
          <w:szCs w:val="24"/>
        </w:rPr>
      </w:pPr>
      <w:r w:rsidRPr="0081769F">
        <w:rPr>
          <w:sz w:val="24"/>
          <w:szCs w:val="24"/>
        </w:rPr>
        <w:t>Председатель</w:t>
      </w:r>
      <w:r>
        <w:rPr>
          <w:sz w:val="24"/>
          <w:szCs w:val="24"/>
        </w:rPr>
        <w:t xml:space="preserve"> </w:t>
      </w:r>
      <w:r w:rsidRPr="0081769F">
        <w:rPr>
          <w:sz w:val="24"/>
          <w:szCs w:val="24"/>
        </w:rPr>
        <w:t>ТИК:_____________</w:t>
      </w:r>
      <w:r>
        <w:rPr>
          <w:sz w:val="24"/>
          <w:szCs w:val="24"/>
        </w:rPr>
        <w:t>Т.Г. Дерябина</w:t>
      </w:r>
      <w:r w:rsidRPr="0081769F">
        <w:rPr>
          <w:sz w:val="24"/>
          <w:szCs w:val="24"/>
        </w:rPr>
        <w:t xml:space="preserve"> </w:t>
      </w:r>
    </w:p>
    <w:p w:rsidR="007725D5" w:rsidRDefault="007725D5" w:rsidP="00734BCA">
      <w:pPr>
        <w:jc w:val="both"/>
        <w:rPr>
          <w:sz w:val="14"/>
          <w:szCs w:val="14"/>
        </w:rPr>
      </w:pPr>
    </w:p>
    <w:p w:rsidR="007725D5" w:rsidRDefault="007725D5" w:rsidP="00734BCA">
      <w:pPr>
        <w:jc w:val="both"/>
        <w:rPr>
          <w:sz w:val="14"/>
          <w:szCs w:val="14"/>
        </w:rPr>
      </w:pPr>
    </w:p>
    <w:p w:rsidR="007725D5" w:rsidRDefault="007725D5" w:rsidP="00734BCA">
      <w:pPr>
        <w:jc w:val="both"/>
        <w:rPr>
          <w:sz w:val="14"/>
          <w:szCs w:val="14"/>
        </w:rPr>
      </w:pPr>
    </w:p>
    <w:sectPr w:rsidR="007725D5" w:rsidSect="00D70CC1">
      <w:pgSz w:w="16838" w:h="11906" w:orient="landscape"/>
      <w:pgMar w:top="1247" w:right="363" w:bottom="510" w:left="993" w:header="363" w:footer="1134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3846A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4D6013E"/>
    <w:multiLevelType w:val="multilevel"/>
    <w:tmpl w:val="3F32EA2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cs="Times New Roman" w:hint="default"/>
      </w:rPr>
    </w:lvl>
  </w:abstractNum>
  <w:abstractNum w:abstractNumId="2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3F961A2"/>
    <w:multiLevelType w:val="hybridMultilevel"/>
    <w:tmpl w:val="15FE08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02CF"/>
    <w:rsid w:val="0002068C"/>
    <w:rsid w:val="000A362B"/>
    <w:rsid w:val="00190DD6"/>
    <w:rsid w:val="0019538C"/>
    <w:rsid w:val="001A10BE"/>
    <w:rsid w:val="001E3F10"/>
    <w:rsid w:val="001E447B"/>
    <w:rsid w:val="001E55D1"/>
    <w:rsid w:val="00214312"/>
    <w:rsid w:val="0024546B"/>
    <w:rsid w:val="00290696"/>
    <w:rsid w:val="002C5828"/>
    <w:rsid w:val="00356A1D"/>
    <w:rsid w:val="00366F83"/>
    <w:rsid w:val="00393E33"/>
    <w:rsid w:val="00417BA1"/>
    <w:rsid w:val="00435AA1"/>
    <w:rsid w:val="00492842"/>
    <w:rsid w:val="004F7428"/>
    <w:rsid w:val="00514DB0"/>
    <w:rsid w:val="005F1625"/>
    <w:rsid w:val="0063598B"/>
    <w:rsid w:val="006477C2"/>
    <w:rsid w:val="006776B6"/>
    <w:rsid w:val="006918F2"/>
    <w:rsid w:val="006A585D"/>
    <w:rsid w:val="00734BCA"/>
    <w:rsid w:val="00763249"/>
    <w:rsid w:val="007725D5"/>
    <w:rsid w:val="007A7FC2"/>
    <w:rsid w:val="007F0972"/>
    <w:rsid w:val="0081769F"/>
    <w:rsid w:val="008448F2"/>
    <w:rsid w:val="0088625C"/>
    <w:rsid w:val="008B4F5A"/>
    <w:rsid w:val="008D2673"/>
    <w:rsid w:val="00965E7F"/>
    <w:rsid w:val="009F69BD"/>
    <w:rsid w:val="009F7C05"/>
    <w:rsid w:val="00B204F1"/>
    <w:rsid w:val="00B40F9D"/>
    <w:rsid w:val="00BB2C47"/>
    <w:rsid w:val="00CD1D24"/>
    <w:rsid w:val="00D27D8C"/>
    <w:rsid w:val="00D70CC1"/>
    <w:rsid w:val="00DA4B08"/>
    <w:rsid w:val="00DC1236"/>
    <w:rsid w:val="00DE2B06"/>
    <w:rsid w:val="00EF02CF"/>
    <w:rsid w:val="00F5348D"/>
    <w:rsid w:val="00FE5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312"/>
    <w:rPr>
      <w:rFonts w:ascii="Times New Roman" w:eastAsia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rsid w:val="00214312"/>
    <w:pPr>
      <w:numPr>
        <w:numId w:val="2"/>
      </w:numPr>
      <w:contextualSpacing/>
    </w:pPr>
  </w:style>
  <w:style w:type="paragraph" w:styleId="BodyText">
    <w:name w:val="Body Text"/>
    <w:basedOn w:val="Normal"/>
    <w:link w:val="BodyTextChar"/>
    <w:uiPriority w:val="99"/>
    <w:rsid w:val="0021431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14312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21431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4F74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742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33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472</Words>
  <Characters>2696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№2</dc:title>
  <dc:subject/>
  <dc:creator>User</dc:creator>
  <cp:keywords/>
  <dc:description/>
  <cp:lastModifiedBy>amina</cp:lastModifiedBy>
  <cp:revision>2</cp:revision>
  <cp:lastPrinted>2018-11-28T05:49:00Z</cp:lastPrinted>
  <dcterms:created xsi:type="dcterms:W3CDTF">2019-04-16T11:35:00Z</dcterms:created>
  <dcterms:modified xsi:type="dcterms:W3CDTF">2019-04-16T11:35:00Z</dcterms:modified>
</cp:coreProperties>
</file>