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CF9" w:rsidRDefault="00AB1CF9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AB1CF9" w:rsidRDefault="00AB1CF9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ТЕРРИТОРИАЛЬНОЙ ИЗБИРАТЕЛЬНОЙ КОМИССИИ №1</w:t>
      </w:r>
    </w:p>
    <w:p w:rsidR="00AB1CF9" w:rsidRDefault="00AB1CF9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СВЕРДЛОВСКОГО РАЙОНА ГОРОДА ПЕРМИ</w:t>
      </w:r>
    </w:p>
    <w:p w:rsidR="00AB1CF9" w:rsidRDefault="00AB1CF9" w:rsidP="00FB521F">
      <w:pPr>
        <w:jc w:val="center"/>
        <w:rPr>
          <w:b/>
          <w:sz w:val="28"/>
          <w:szCs w:val="28"/>
        </w:rPr>
      </w:pPr>
      <w:r>
        <w:rPr>
          <w:noProof/>
        </w:rPr>
        <w:pict>
          <v:line id="Прямая соединительная линия 1" o:spid="_x0000_s1026" style="position:absolute;left:0;text-align:left;z-index:251658240;visibility:visible;mso-wrap-distance-top:-3e-5mm;mso-wrap-distance-bottom:-3e-5mm" from="0,6.6pt" to="459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" strokeweight="4.5pt">
            <v:stroke linestyle="thickThin"/>
          </v:line>
        </w:pict>
      </w:r>
    </w:p>
    <w:p w:rsidR="00AB1CF9" w:rsidRPr="00DE4B94" w:rsidRDefault="00AB1CF9" w:rsidP="00FB521F">
      <w:pPr>
        <w:rPr>
          <w:sz w:val="24"/>
          <w:szCs w:val="24"/>
        </w:rPr>
      </w:pPr>
      <w:r w:rsidRPr="00DE4B94">
        <w:rPr>
          <w:sz w:val="24"/>
          <w:szCs w:val="24"/>
        </w:rPr>
        <w:t xml:space="preserve">26.04.2019 г.                                           г. Пермь               </w:t>
      </w:r>
      <w:r w:rsidRPr="00DE4B94">
        <w:rPr>
          <w:sz w:val="24"/>
          <w:szCs w:val="24"/>
        </w:rPr>
        <w:tab/>
      </w:r>
      <w:r w:rsidRPr="00DE4B94">
        <w:rPr>
          <w:sz w:val="24"/>
          <w:szCs w:val="24"/>
        </w:rPr>
        <w:tab/>
      </w:r>
      <w:r w:rsidRPr="00DE4B94">
        <w:rPr>
          <w:sz w:val="24"/>
          <w:szCs w:val="24"/>
        </w:rPr>
        <w:tab/>
      </w:r>
      <w:r w:rsidRPr="00DE4B94">
        <w:rPr>
          <w:sz w:val="24"/>
          <w:szCs w:val="24"/>
        </w:rPr>
        <w:tab/>
        <w:t xml:space="preserve">№ 50                               </w:t>
      </w:r>
      <w:r w:rsidRPr="00DE4B94">
        <w:rPr>
          <w:sz w:val="24"/>
          <w:szCs w:val="24"/>
        </w:rPr>
        <w:tab/>
      </w:r>
      <w:r w:rsidRPr="00DE4B94">
        <w:rPr>
          <w:sz w:val="24"/>
          <w:szCs w:val="24"/>
        </w:rPr>
        <w:tab/>
      </w:r>
      <w:r w:rsidRPr="00DE4B94">
        <w:rPr>
          <w:sz w:val="24"/>
          <w:szCs w:val="24"/>
        </w:rPr>
        <w:tab/>
      </w:r>
      <w:r w:rsidRPr="00DE4B94">
        <w:rPr>
          <w:sz w:val="24"/>
          <w:szCs w:val="24"/>
        </w:rPr>
        <w:tab/>
      </w:r>
      <w:r w:rsidRPr="00DE4B94">
        <w:rPr>
          <w:sz w:val="24"/>
          <w:szCs w:val="24"/>
        </w:rPr>
        <w:tab/>
      </w:r>
      <w:r w:rsidRPr="00DE4B94">
        <w:rPr>
          <w:sz w:val="24"/>
          <w:szCs w:val="24"/>
        </w:rPr>
        <w:tab/>
      </w:r>
      <w:r w:rsidRPr="00DE4B94">
        <w:rPr>
          <w:sz w:val="24"/>
          <w:szCs w:val="24"/>
        </w:rPr>
        <w:tab/>
      </w:r>
      <w:r w:rsidRPr="00DE4B94">
        <w:rPr>
          <w:sz w:val="24"/>
          <w:szCs w:val="24"/>
        </w:rPr>
        <w:tab/>
      </w:r>
      <w:r w:rsidRPr="00DE4B94">
        <w:rPr>
          <w:sz w:val="24"/>
          <w:szCs w:val="24"/>
        </w:rPr>
        <w:tab/>
      </w:r>
      <w:r w:rsidRPr="00DE4B94">
        <w:rPr>
          <w:sz w:val="24"/>
          <w:szCs w:val="24"/>
        </w:rPr>
        <w:tab/>
      </w:r>
      <w:r w:rsidRPr="00DE4B94">
        <w:rPr>
          <w:sz w:val="24"/>
          <w:szCs w:val="24"/>
        </w:rPr>
        <w:tab/>
        <w:t>Время 18.00</w:t>
      </w:r>
    </w:p>
    <w:p w:rsidR="00AB1CF9" w:rsidRPr="00DE4B94" w:rsidRDefault="00AB1CF9" w:rsidP="00FB521F">
      <w:pPr>
        <w:rPr>
          <w:b/>
          <w:sz w:val="24"/>
          <w:szCs w:val="24"/>
        </w:rPr>
      </w:pPr>
    </w:p>
    <w:p w:rsidR="00AB1CF9" w:rsidRPr="00DE4B94" w:rsidRDefault="00AB1CF9" w:rsidP="00FB521F">
      <w:pPr>
        <w:rPr>
          <w:b/>
          <w:sz w:val="24"/>
          <w:szCs w:val="24"/>
        </w:rPr>
      </w:pPr>
    </w:p>
    <w:p w:rsidR="00AB1CF9" w:rsidRPr="00DE4B94" w:rsidRDefault="00AB1CF9">
      <w:pPr>
        <w:rPr>
          <w:sz w:val="24"/>
          <w:szCs w:val="24"/>
        </w:rPr>
      </w:pPr>
    </w:p>
    <w:p w:rsidR="00AB1CF9" w:rsidRDefault="00AB1CF9">
      <w:pPr>
        <w:rPr>
          <w:sz w:val="28"/>
          <w:szCs w:val="28"/>
        </w:rPr>
      </w:pPr>
      <w:r w:rsidRPr="00DE4B94">
        <w:rPr>
          <w:sz w:val="28"/>
          <w:szCs w:val="28"/>
        </w:rPr>
        <w:t>1.Обучение членов УИК.</w:t>
      </w:r>
    </w:p>
    <w:p w:rsidR="00AB1CF9" w:rsidRPr="00DE4B94" w:rsidRDefault="00AB1CF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E4B94">
        <w:rPr>
          <w:sz w:val="28"/>
          <w:szCs w:val="28"/>
        </w:rPr>
        <w:t>Т.Г. Дерябина</w:t>
      </w:r>
    </w:p>
    <w:p w:rsidR="00AB1CF9" w:rsidRPr="00DE4B94" w:rsidRDefault="00AB1CF9">
      <w:pPr>
        <w:rPr>
          <w:sz w:val="28"/>
          <w:szCs w:val="28"/>
        </w:rPr>
      </w:pPr>
    </w:p>
    <w:p w:rsidR="00AB1CF9" w:rsidRPr="00DE4B94" w:rsidRDefault="00AB1CF9" w:rsidP="004A5278">
      <w:pPr>
        <w:rPr>
          <w:sz w:val="28"/>
          <w:szCs w:val="28"/>
        </w:rPr>
      </w:pPr>
      <w:r w:rsidRPr="00DE4B94">
        <w:rPr>
          <w:sz w:val="28"/>
          <w:szCs w:val="28"/>
        </w:rPr>
        <w:t>2. Проведение тестирования членов УИК</w:t>
      </w:r>
    </w:p>
    <w:p w:rsidR="00AB1CF9" w:rsidRPr="00DE4B94" w:rsidRDefault="00AB1CF9">
      <w:pPr>
        <w:rPr>
          <w:sz w:val="28"/>
          <w:szCs w:val="28"/>
        </w:rPr>
      </w:pPr>
    </w:p>
    <w:p w:rsidR="00AB1CF9" w:rsidRPr="00DE4B94" w:rsidRDefault="00AB1CF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E4B94">
        <w:rPr>
          <w:sz w:val="28"/>
          <w:szCs w:val="28"/>
        </w:rPr>
        <w:t>Т.Г. Дерябина</w:t>
      </w:r>
    </w:p>
    <w:p w:rsidR="00AB1CF9" w:rsidRPr="00DE4B94" w:rsidRDefault="00AB1CF9">
      <w:pPr>
        <w:rPr>
          <w:sz w:val="28"/>
          <w:szCs w:val="28"/>
        </w:rPr>
      </w:pPr>
    </w:p>
    <w:p w:rsidR="00AB1CF9" w:rsidRPr="00DE4B94" w:rsidRDefault="00AB1CF9">
      <w:pPr>
        <w:rPr>
          <w:sz w:val="28"/>
          <w:szCs w:val="28"/>
        </w:rPr>
      </w:pPr>
    </w:p>
    <w:p w:rsidR="00AB1CF9" w:rsidRPr="00DE4B94" w:rsidRDefault="00AB1CF9">
      <w:pPr>
        <w:rPr>
          <w:sz w:val="28"/>
          <w:szCs w:val="28"/>
        </w:rPr>
      </w:pPr>
    </w:p>
    <w:p w:rsidR="00AB1CF9" w:rsidRPr="00DE4B94" w:rsidRDefault="00AB1CF9">
      <w:pPr>
        <w:rPr>
          <w:sz w:val="28"/>
          <w:szCs w:val="28"/>
        </w:rPr>
      </w:pPr>
      <w:r w:rsidRPr="00DE4B94">
        <w:rPr>
          <w:sz w:val="28"/>
          <w:szCs w:val="28"/>
        </w:rPr>
        <w:t>Председатель комиссии</w:t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  <w:t>Т.Г. Дерябина</w:t>
      </w:r>
    </w:p>
    <w:p w:rsidR="00AB1CF9" w:rsidRPr="00DE4B94" w:rsidRDefault="00AB1CF9">
      <w:pPr>
        <w:rPr>
          <w:sz w:val="24"/>
          <w:szCs w:val="24"/>
        </w:rPr>
      </w:pPr>
    </w:p>
    <w:p w:rsidR="00AB1CF9" w:rsidRDefault="00AB1CF9"/>
    <w:p w:rsidR="00AB1CF9" w:rsidRDefault="00AB1CF9"/>
    <w:p w:rsidR="00AB1CF9" w:rsidRDefault="00AB1CF9"/>
    <w:p w:rsidR="00AB1CF9" w:rsidRDefault="00AB1CF9">
      <w:bookmarkStart w:id="0" w:name="_GoBack"/>
      <w:bookmarkEnd w:id="0"/>
    </w:p>
    <w:p w:rsidR="00AB1CF9" w:rsidRDefault="00AB1CF9" w:rsidP="0038545E">
      <w:pPr>
        <w:ind w:left="6372"/>
        <w:jc w:val="both"/>
        <w:rPr>
          <w:sz w:val="24"/>
          <w:szCs w:val="24"/>
        </w:rPr>
      </w:pPr>
    </w:p>
    <w:p w:rsidR="00AB1CF9" w:rsidRPr="00DE4B94" w:rsidRDefault="00AB1CF9" w:rsidP="00DE4B94">
      <w:pPr>
        <w:jc w:val="both"/>
        <w:rPr>
          <w:sz w:val="28"/>
          <w:szCs w:val="28"/>
        </w:rPr>
      </w:pPr>
      <w:r>
        <w:rPr>
          <w:sz w:val="28"/>
          <w:szCs w:val="28"/>
        </w:rPr>
        <w:t>В повестку заседания могут быть внесены изменения</w:t>
      </w:r>
    </w:p>
    <w:sectPr w:rsidR="00AB1CF9" w:rsidRPr="00DE4B94" w:rsidSect="00CD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25FD5"/>
    <w:multiLevelType w:val="hybridMultilevel"/>
    <w:tmpl w:val="AD52B02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7D10FA"/>
    <w:multiLevelType w:val="hybridMultilevel"/>
    <w:tmpl w:val="B1B62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941C9D"/>
    <w:multiLevelType w:val="hybridMultilevel"/>
    <w:tmpl w:val="809C73E8"/>
    <w:lvl w:ilvl="0" w:tplc="550C2C6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21F"/>
    <w:rsid w:val="00004F5A"/>
    <w:rsid w:val="000139EF"/>
    <w:rsid w:val="00017DAA"/>
    <w:rsid w:val="00024A40"/>
    <w:rsid w:val="000260FF"/>
    <w:rsid w:val="0002632D"/>
    <w:rsid w:val="000345F9"/>
    <w:rsid w:val="000353DA"/>
    <w:rsid w:val="00040BC6"/>
    <w:rsid w:val="00040E62"/>
    <w:rsid w:val="00042ABC"/>
    <w:rsid w:val="0004424F"/>
    <w:rsid w:val="000455AC"/>
    <w:rsid w:val="00050834"/>
    <w:rsid w:val="00050CCA"/>
    <w:rsid w:val="00052D7E"/>
    <w:rsid w:val="00054C6D"/>
    <w:rsid w:val="00055583"/>
    <w:rsid w:val="00057AD3"/>
    <w:rsid w:val="00061AD9"/>
    <w:rsid w:val="00063950"/>
    <w:rsid w:val="000657A7"/>
    <w:rsid w:val="00066BA1"/>
    <w:rsid w:val="00067189"/>
    <w:rsid w:val="00072960"/>
    <w:rsid w:val="0007341D"/>
    <w:rsid w:val="00075DAB"/>
    <w:rsid w:val="00076BD0"/>
    <w:rsid w:val="00077552"/>
    <w:rsid w:val="0008281F"/>
    <w:rsid w:val="00084760"/>
    <w:rsid w:val="0008588E"/>
    <w:rsid w:val="00085C36"/>
    <w:rsid w:val="000867E2"/>
    <w:rsid w:val="000870BA"/>
    <w:rsid w:val="000A1C57"/>
    <w:rsid w:val="000A7B5C"/>
    <w:rsid w:val="000A7C9B"/>
    <w:rsid w:val="000B16A4"/>
    <w:rsid w:val="000B24C6"/>
    <w:rsid w:val="000B2F0C"/>
    <w:rsid w:val="000B2F15"/>
    <w:rsid w:val="000B342A"/>
    <w:rsid w:val="000C3EBD"/>
    <w:rsid w:val="000C76FC"/>
    <w:rsid w:val="000D3763"/>
    <w:rsid w:val="000E0B32"/>
    <w:rsid w:val="000E24F7"/>
    <w:rsid w:val="000E3CD1"/>
    <w:rsid w:val="000E6219"/>
    <w:rsid w:val="000F53EB"/>
    <w:rsid w:val="00104F9C"/>
    <w:rsid w:val="00105207"/>
    <w:rsid w:val="00111630"/>
    <w:rsid w:val="00111CC4"/>
    <w:rsid w:val="00112688"/>
    <w:rsid w:val="00112C75"/>
    <w:rsid w:val="001132FB"/>
    <w:rsid w:val="00117866"/>
    <w:rsid w:val="00120C3B"/>
    <w:rsid w:val="00125B39"/>
    <w:rsid w:val="00134CFC"/>
    <w:rsid w:val="00134FE1"/>
    <w:rsid w:val="00140E48"/>
    <w:rsid w:val="0014340B"/>
    <w:rsid w:val="00145D9C"/>
    <w:rsid w:val="001512DE"/>
    <w:rsid w:val="001538CD"/>
    <w:rsid w:val="00162060"/>
    <w:rsid w:val="00163493"/>
    <w:rsid w:val="0016416C"/>
    <w:rsid w:val="00166571"/>
    <w:rsid w:val="00176E32"/>
    <w:rsid w:val="00180E9B"/>
    <w:rsid w:val="00182B17"/>
    <w:rsid w:val="00183B6A"/>
    <w:rsid w:val="001876F0"/>
    <w:rsid w:val="00190585"/>
    <w:rsid w:val="001920CF"/>
    <w:rsid w:val="00196355"/>
    <w:rsid w:val="00196C7D"/>
    <w:rsid w:val="001A57A8"/>
    <w:rsid w:val="001B414C"/>
    <w:rsid w:val="001C5144"/>
    <w:rsid w:val="001C7FF7"/>
    <w:rsid w:val="001D2796"/>
    <w:rsid w:val="001D57ED"/>
    <w:rsid w:val="001D6CDE"/>
    <w:rsid w:val="001E448E"/>
    <w:rsid w:val="001E49AA"/>
    <w:rsid w:val="001E511A"/>
    <w:rsid w:val="001E54F4"/>
    <w:rsid w:val="001F402E"/>
    <w:rsid w:val="001F59E1"/>
    <w:rsid w:val="001F66EC"/>
    <w:rsid w:val="00200036"/>
    <w:rsid w:val="00200F4A"/>
    <w:rsid w:val="00205DDB"/>
    <w:rsid w:val="00207320"/>
    <w:rsid w:val="00207544"/>
    <w:rsid w:val="00212054"/>
    <w:rsid w:val="00212E91"/>
    <w:rsid w:val="00214426"/>
    <w:rsid w:val="00214F1C"/>
    <w:rsid w:val="00224CC6"/>
    <w:rsid w:val="00227242"/>
    <w:rsid w:val="00231CB9"/>
    <w:rsid w:val="0023591F"/>
    <w:rsid w:val="00243F5C"/>
    <w:rsid w:val="00244615"/>
    <w:rsid w:val="002479A6"/>
    <w:rsid w:val="00252700"/>
    <w:rsid w:val="00256CBB"/>
    <w:rsid w:val="00256F4C"/>
    <w:rsid w:val="00261BF0"/>
    <w:rsid w:val="00262C17"/>
    <w:rsid w:val="00265DC4"/>
    <w:rsid w:val="0026618D"/>
    <w:rsid w:val="00266F8D"/>
    <w:rsid w:val="002671E0"/>
    <w:rsid w:val="00272E60"/>
    <w:rsid w:val="002804FC"/>
    <w:rsid w:val="002822BB"/>
    <w:rsid w:val="00282361"/>
    <w:rsid w:val="00282FC7"/>
    <w:rsid w:val="002849EC"/>
    <w:rsid w:val="002927D5"/>
    <w:rsid w:val="00296671"/>
    <w:rsid w:val="002A0049"/>
    <w:rsid w:val="002A1D03"/>
    <w:rsid w:val="002A3783"/>
    <w:rsid w:val="002A5EEA"/>
    <w:rsid w:val="002B0344"/>
    <w:rsid w:val="002B1088"/>
    <w:rsid w:val="002B2202"/>
    <w:rsid w:val="002B5A3E"/>
    <w:rsid w:val="002C3EAE"/>
    <w:rsid w:val="002C46F3"/>
    <w:rsid w:val="002C72D3"/>
    <w:rsid w:val="002C7F97"/>
    <w:rsid w:val="002D3399"/>
    <w:rsid w:val="002D4FFE"/>
    <w:rsid w:val="002E011C"/>
    <w:rsid w:val="002E0ACA"/>
    <w:rsid w:val="002E144A"/>
    <w:rsid w:val="002E2EFC"/>
    <w:rsid w:val="002F25EC"/>
    <w:rsid w:val="002F7068"/>
    <w:rsid w:val="003003BE"/>
    <w:rsid w:val="00302AFE"/>
    <w:rsid w:val="00303AD4"/>
    <w:rsid w:val="003054B5"/>
    <w:rsid w:val="00305878"/>
    <w:rsid w:val="00307E69"/>
    <w:rsid w:val="00310D56"/>
    <w:rsid w:val="00315423"/>
    <w:rsid w:val="00324075"/>
    <w:rsid w:val="003274E9"/>
    <w:rsid w:val="00327F37"/>
    <w:rsid w:val="00331877"/>
    <w:rsid w:val="0033458F"/>
    <w:rsid w:val="00346B8C"/>
    <w:rsid w:val="0035487E"/>
    <w:rsid w:val="00355E00"/>
    <w:rsid w:val="00360C55"/>
    <w:rsid w:val="00363FB9"/>
    <w:rsid w:val="00364504"/>
    <w:rsid w:val="003716B2"/>
    <w:rsid w:val="0037457D"/>
    <w:rsid w:val="00377F83"/>
    <w:rsid w:val="00383782"/>
    <w:rsid w:val="0038545E"/>
    <w:rsid w:val="0038775D"/>
    <w:rsid w:val="003916A0"/>
    <w:rsid w:val="00393950"/>
    <w:rsid w:val="00393A73"/>
    <w:rsid w:val="00396EB9"/>
    <w:rsid w:val="00397700"/>
    <w:rsid w:val="00397C82"/>
    <w:rsid w:val="003A2401"/>
    <w:rsid w:val="003A4718"/>
    <w:rsid w:val="003A4C48"/>
    <w:rsid w:val="003B08CB"/>
    <w:rsid w:val="003B17AB"/>
    <w:rsid w:val="003B2659"/>
    <w:rsid w:val="003C044A"/>
    <w:rsid w:val="003C0B1E"/>
    <w:rsid w:val="003C6292"/>
    <w:rsid w:val="003C6425"/>
    <w:rsid w:val="003C6A72"/>
    <w:rsid w:val="003D0800"/>
    <w:rsid w:val="003D5357"/>
    <w:rsid w:val="003E0B09"/>
    <w:rsid w:val="003E2420"/>
    <w:rsid w:val="003E54B9"/>
    <w:rsid w:val="003E7F81"/>
    <w:rsid w:val="003F38A1"/>
    <w:rsid w:val="003F3FFA"/>
    <w:rsid w:val="00400509"/>
    <w:rsid w:val="004012C0"/>
    <w:rsid w:val="00411AF6"/>
    <w:rsid w:val="00411CAB"/>
    <w:rsid w:val="00413B88"/>
    <w:rsid w:val="004167A6"/>
    <w:rsid w:val="004178E7"/>
    <w:rsid w:val="00420066"/>
    <w:rsid w:val="00420340"/>
    <w:rsid w:val="004228A8"/>
    <w:rsid w:val="00422F04"/>
    <w:rsid w:val="00423889"/>
    <w:rsid w:val="0042438C"/>
    <w:rsid w:val="00425B2E"/>
    <w:rsid w:val="00427BD9"/>
    <w:rsid w:val="00432D02"/>
    <w:rsid w:val="00434B1B"/>
    <w:rsid w:val="00435A94"/>
    <w:rsid w:val="00446F52"/>
    <w:rsid w:val="00451ED7"/>
    <w:rsid w:val="0045229E"/>
    <w:rsid w:val="0045361A"/>
    <w:rsid w:val="004576C6"/>
    <w:rsid w:val="00467426"/>
    <w:rsid w:val="00472345"/>
    <w:rsid w:val="00474FAC"/>
    <w:rsid w:val="004776E6"/>
    <w:rsid w:val="00477EE1"/>
    <w:rsid w:val="00481C93"/>
    <w:rsid w:val="004843E2"/>
    <w:rsid w:val="00493EA8"/>
    <w:rsid w:val="00494122"/>
    <w:rsid w:val="00496288"/>
    <w:rsid w:val="004A0ED9"/>
    <w:rsid w:val="004A4DFB"/>
    <w:rsid w:val="004A5278"/>
    <w:rsid w:val="004B06A3"/>
    <w:rsid w:val="004B2F8D"/>
    <w:rsid w:val="004B362A"/>
    <w:rsid w:val="004B501F"/>
    <w:rsid w:val="004B5F3D"/>
    <w:rsid w:val="004C43D6"/>
    <w:rsid w:val="004C4942"/>
    <w:rsid w:val="004C6C92"/>
    <w:rsid w:val="004C7FA3"/>
    <w:rsid w:val="004D3289"/>
    <w:rsid w:val="004D5CEB"/>
    <w:rsid w:val="004E3237"/>
    <w:rsid w:val="004E5D2F"/>
    <w:rsid w:val="004F4B1C"/>
    <w:rsid w:val="004F7A46"/>
    <w:rsid w:val="00503046"/>
    <w:rsid w:val="0050426C"/>
    <w:rsid w:val="00506B0E"/>
    <w:rsid w:val="00513B47"/>
    <w:rsid w:val="005155C0"/>
    <w:rsid w:val="005214BE"/>
    <w:rsid w:val="00521BAE"/>
    <w:rsid w:val="00526703"/>
    <w:rsid w:val="005308FB"/>
    <w:rsid w:val="005328F8"/>
    <w:rsid w:val="0053485A"/>
    <w:rsid w:val="005373DD"/>
    <w:rsid w:val="0054207B"/>
    <w:rsid w:val="00547F3F"/>
    <w:rsid w:val="005504B7"/>
    <w:rsid w:val="005547D4"/>
    <w:rsid w:val="00560301"/>
    <w:rsid w:val="00562CFE"/>
    <w:rsid w:val="00563D0D"/>
    <w:rsid w:val="005659FA"/>
    <w:rsid w:val="0056613E"/>
    <w:rsid w:val="005707C7"/>
    <w:rsid w:val="00571909"/>
    <w:rsid w:val="005816A8"/>
    <w:rsid w:val="005830C4"/>
    <w:rsid w:val="005856B2"/>
    <w:rsid w:val="00585BEE"/>
    <w:rsid w:val="00592521"/>
    <w:rsid w:val="00594420"/>
    <w:rsid w:val="0059461A"/>
    <w:rsid w:val="00595F71"/>
    <w:rsid w:val="005A34FE"/>
    <w:rsid w:val="005A5110"/>
    <w:rsid w:val="005B05F3"/>
    <w:rsid w:val="005B097D"/>
    <w:rsid w:val="005B16E2"/>
    <w:rsid w:val="005B2C0C"/>
    <w:rsid w:val="005B2C77"/>
    <w:rsid w:val="005B4C81"/>
    <w:rsid w:val="005C5764"/>
    <w:rsid w:val="005C6341"/>
    <w:rsid w:val="005C6F83"/>
    <w:rsid w:val="005D04CB"/>
    <w:rsid w:val="005D14C9"/>
    <w:rsid w:val="005D1939"/>
    <w:rsid w:val="005D50F6"/>
    <w:rsid w:val="005D7335"/>
    <w:rsid w:val="005E04CB"/>
    <w:rsid w:val="005F48B0"/>
    <w:rsid w:val="005F5923"/>
    <w:rsid w:val="005F6D42"/>
    <w:rsid w:val="00604251"/>
    <w:rsid w:val="00605CFE"/>
    <w:rsid w:val="0060652F"/>
    <w:rsid w:val="00611E33"/>
    <w:rsid w:val="006130DD"/>
    <w:rsid w:val="00617C43"/>
    <w:rsid w:val="00622449"/>
    <w:rsid w:val="006237AC"/>
    <w:rsid w:val="0062472C"/>
    <w:rsid w:val="00630F5A"/>
    <w:rsid w:val="006318E3"/>
    <w:rsid w:val="00640E1E"/>
    <w:rsid w:val="00641BAA"/>
    <w:rsid w:val="0064230E"/>
    <w:rsid w:val="0065680E"/>
    <w:rsid w:val="0065735D"/>
    <w:rsid w:val="00666151"/>
    <w:rsid w:val="00667F09"/>
    <w:rsid w:val="00672CD6"/>
    <w:rsid w:val="00674F1B"/>
    <w:rsid w:val="00687433"/>
    <w:rsid w:val="00690656"/>
    <w:rsid w:val="00693176"/>
    <w:rsid w:val="00695ECD"/>
    <w:rsid w:val="00697327"/>
    <w:rsid w:val="006A1123"/>
    <w:rsid w:val="006A585C"/>
    <w:rsid w:val="006A62EA"/>
    <w:rsid w:val="006A7E1B"/>
    <w:rsid w:val="006B2406"/>
    <w:rsid w:val="006B6401"/>
    <w:rsid w:val="006C009D"/>
    <w:rsid w:val="006C14A7"/>
    <w:rsid w:val="006C423B"/>
    <w:rsid w:val="006C4612"/>
    <w:rsid w:val="006C5E34"/>
    <w:rsid w:val="006C6A78"/>
    <w:rsid w:val="006C7078"/>
    <w:rsid w:val="006D155F"/>
    <w:rsid w:val="006D1784"/>
    <w:rsid w:val="006D23CD"/>
    <w:rsid w:val="006D3655"/>
    <w:rsid w:val="006D60C6"/>
    <w:rsid w:val="006D77EC"/>
    <w:rsid w:val="006E0940"/>
    <w:rsid w:val="006E6CF2"/>
    <w:rsid w:val="006F05E5"/>
    <w:rsid w:val="006F6588"/>
    <w:rsid w:val="006F6784"/>
    <w:rsid w:val="006F681A"/>
    <w:rsid w:val="007005A8"/>
    <w:rsid w:val="0070065F"/>
    <w:rsid w:val="007017A6"/>
    <w:rsid w:val="007022BA"/>
    <w:rsid w:val="00704F7C"/>
    <w:rsid w:val="00706185"/>
    <w:rsid w:val="00712A1F"/>
    <w:rsid w:val="00725FB2"/>
    <w:rsid w:val="0072651D"/>
    <w:rsid w:val="0072699F"/>
    <w:rsid w:val="007279DC"/>
    <w:rsid w:val="00732F32"/>
    <w:rsid w:val="00733CDD"/>
    <w:rsid w:val="00735BAA"/>
    <w:rsid w:val="0073641F"/>
    <w:rsid w:val="0073768C"/>
    <w:rsid w:val="007436ED"/>
    <w:rsid w:val="00744340"/>
    <w:rsid w:val="007450B3"/>
    <w:rsid w:val="00746744"/>
    <w:rsid w:val="00747569"/>
    <w:rsid w:val="00750F1F"/>
    <w:rsid w:val="00751BD7"/>
    <w:rsid w:val="007542C6"/>
    <w:rsid w:val="00754D2A"/>
    <w:rsid w:val="00761980"/>
    <w:rsid w:val="00765022"/>
    <w:rsid w:val="00772086"/>
    <w:rsid w:val="00774873"/>
    <w:rsid w:val="007766CA"/>
    <w:rsid w:val="00777DA5"/>
    <w:rsid w:val="0078301A"/>
    <w:rsid w:val="00784B2E"/>
    <w:rsid w:val="007860CB"/>
    <w:rsid w:val="00786AE5"/>
    <w:rsid w:val="00790D7D"/>
    <w:rsid w:val="00791F4B"/>
    <w:rsid w:val="00795F27"/>
    <w:rsid w:val="007A5827"/>
    <w:rsid w:val="007A70A6"/>
    <w:rsid w:val="007B0EB8"/>
    <w:rsid w:val="007B4B75"/>
    <w:rsid w:val="007B4DA6"/>
    <w:rsid w:val="007B67E6"/>
    <w:rsid w:val="007B7139"/>
    <w:rsid w:val="007C0B7F"/>
    <w:rsid w:val="007C3655"/>
    <w:rsid w:val="007C4CAE"/>
    <w:rsid w:val="007D3C4A"/>
    <w:rsid w:val="007D41E6"/>
    <w:rsid w:val="007D5093"/>
    <w:rsid w:val="007D6F37"/>
    <w:rsid w:val="007E54A5"/>
    <w:rsid w:val="007E67E1"/>
    <w:rsid w:val="007F1C77"/>
    <w:rsid w:val="007F6E8C"/>
    <w:rsid w:val="008003D8"/>
    <w:rsid w:val="008030DD"/>
    <w:rsid w:val="008063A5"/>
    <w:rsid w:val="00812669"/>
    <w:rsid w:val="00815893"/>
    <w:rsid w:val="008166F6"/>
    <w:rsid w:val="0082050A"/>
    <w:rsid w:val="00820A60"/>
    <w:rsid w:val="008230D1"/>
    <w:rsid w:val="008308FE"/>
    <w:rsid w:val="0083290C"/>
    <w:rsid w:val="00832F62"/>
    <w:rsid w:val="008371E6"/>
    <w:rsid w:val="0084026B"/>
    <w:rsid w:val="0084063F"/>
    <w:rsid w:val="008432DE"/>
    <w:rsid w:val="00846039"/>
    <w:rsid w:val="008545A9"/>
    <w:rsid w:val="00860E20"/>
    <w:rsid w:val="008611E8"/>
    <w:rsid w:val="00861EA4"/>
    <w:rsid w:val="00862C3C"/>
    <w:rsid w:val="008632FA"/>
    <w:rsid w:val="00866EB8"/>
    <w:rsid w:val="008723B9"/>
    <w:rsid w:val="008757B0"/>
    <w:rsid w:val="00875E0D"/>
    <w:rsid w:val="00880E9D"/>
    <w:rsid w:val="00882974"/>
    <w:rsid w:val="00886F2A"/>
    <w:rsid w:val="00887CC8"/>
    <w:rsid w:val="008927F6"/>
    <w:rsid w:val="008A4C98"/>
    <w:rsid w:val="008A5641"/>
    <w:rsid w:val="008A6F78"/>
    <w:rsid w:val="008A709B"/>
    <w:rsid w:val="008B4192"/>
    <w:rsid w:val="008B59CF"/>
    <w:rsid w:val="008B5EF0"/>
    <w:rsid w:val="008C3C2D"/>
    <w:rsid w:val="008C660A"/>
    <w:rsid w:val="008D5835"/>
    <w:rsid w:val="008D78AF"/>
    <w:rsid w:val="008F6BD3"/>
    <w:rsid w:val="00900733"/>
    <w:rsid w:val="00902C49"/>
    <w:rsid w:val="00906F82"/>
    <w:rsid w:val="00907530"/>
    <w:rsid w:val="00915FD9"/>
    <w:rsid w:val="00916302"/>
    <w:rsid w:val="009175AB"/>
    <w:rsid w:val="009230A3"/>
    <w:rsid w:val="009232EF"/>
    <w:rsid w:val="009251BC"/>
    <w:rsid w:val="00925989"/>
    <w:rsid w:val="00926664"/>
    <w:rsid w:val="00931DEA"/>
    <w:rsid w:val="00934D5C"/>
    <w:rsid w:val="0093539C"/>
    <w:rsid w:val="009402B6"/>
    <w:rsid w:val="00944BDE"/>
    <w:rsid w:val="00945A2F"/>
    <w:rsid w:val="00947F89"/>
    <w:rsid w:val="009527D0"/>
    <w:rsid w:val="00953542"/>
    <w:rsid w:val="0095711F"/>
    <w:rsid w:val="00957DE5"/>
    <w:rsid w:val="00961C75"/>
    <w:rsid w:val="00962C4F"/>
    <w:rsid w:val="009638A5"/>
    <w:rsid w:val="009650BF"/>
    <w:rsid w:val="0097390E"/>
    <w:rsid w:val="00986C57"/>
    <w:rsid w:val="00992649"/>
    <w:rsid w:val="00993118"/>
    <w:rsid w:val="00993AC1"/>
    <w:rsid w:val="009A0FB3"/>
    <w:rsid w:val="009A46BC"/>
    <w:rsid w:val="009B3656"/>
    <w:rsid w:val="009B3748"/>
    <w:rsid w:val="009B4D5A"/>
    <w:rsid w:val="009C1E0B"/>
    <w:rsid w:val="009C2B0E"/>
    <w:rsid w:val="009C44C3"/>
    <w:rsid w:val="009C6565"/>
    <w:rsid w:val="009D44A5"/>
    <w:rsid w:val="009E0E2D"/>
    <w:rsid w:val="009E418E"/>
    <w:rsid w:val="009E6AFC"/>
    <w:rsid w:val="009F462C"/>
    <w:rsid w:val="009F519B"/>
    <w:rsid w:val="009F60DD"/>
    <w:rsid w:val="009F7366"/>
    <w:rsid w:val="00A00592"/>
    <w:rsid w:val="00A01B18"/>
    <w:rsid w:val="00A047FB"/>
    <w:rsid w:val="00A06671"/>
    <w:rsid w:val="00A11E9C"/>
    <w:rsid w:val="00A12999"/>
    <w:rsid w:val="00A131D9"/>
    <w:rsid w:val="00A16E15"/>
    <w:rsid w:val="00A2066C"/>
    <w:rsid w:val="00A21DE8"/>
    <w:rsid w:val="00A2227F"/>
    <w:rsid w:val="00A27F18"/>
    <w:rsid w:val="00A336B4"/>
    <w:rsid w:val="00A33C73"/>
    <w:rsid w:val="00A35A75"/>
    <w:rsid w:val="00A36A49"/>
    <w:rsid w:val="00A42717"/>
    <w:rsid w:val="00A45065"/>
    <w:rsid w:val="00A50DB4"/>
    <w:rsid w:val="00A50EB7"/>
    <w:rsid w:val="00A53055"/>
    <w:rsid w:val="00A53DB7"/>
    <w:rsid w:val="00A54C89"/>
    <w:rsid w:val="00A5553E"/>
    <w:rsid w:val="00A55D02"/>
    <w:rsid w:val="00A5768A"/>
    <w:rsid w:val="00A57FF3"/>
    <w:rsid w:val="00A6793E"/>
    <w:rsid w:val="00A7112D"/>
    <w:rsid w:val="00A83452"/>
    <w:rsid w:val="00A86536"/>
    <w:rsid w:val="00A92BDF"/>
    <w:rsid w:val="00A9521A"/>
    <w:rsid w:val="00A97D71"/>
    <w:rsid w:val="00AA75F1"/>
    <w:rsid w:val="00AB158B"/>
    <w:rsid w:val="00AB1672"/>
    <w:rsid w:val="00AB1CF9"/>
    <w:rsid w:val="00AB7A88"/>
    <w:rsid w:val="00AC0EE5"/>
    <w:rsid w:val="00AC31FD"/>
    <w:rsid w:val="00AD61F4"/>
    <w:rsid w:val="00AD62EE"/>
    <w:rsid w:val="00AE3FEF"/>
    <w:rsid w:val="00AE48B5"/>
    <w:rsid w:val="00AE537B"/>
    <w:rsid w:val="00AF7DDD"/>
    <w:rsid w:val="00B058E7"/>
    <w:rsid w:val="00B06108"/>
    <w:rsid w:val="00B06D55"/>
    <w:rsid w:val="00B07302"/>
    <w:rsid w:val="00B101EF"/>
    <w:rsid w:val="00B106A4"/>
    <w:rsid w:val="00B123D7"/>
    <w:rsid w:val="00B15C54"/>
    <w:rsid w:val="00B30DD9"/>
    <w:rsid w:val="00B404DD"/>
    <w:rsid w:val="00B4370B"/>
    <w:rsid w:val="00B50361"/>
    <w:rsid w:val="00B51593"/>
    <w:rsid w:val="00B518D3"/>
    <w:rsid w:val="00B5310D"/>
    <w:rsid w:val="00B54E64"/>
    <w:rsid w:val="00B6357C"/>
    <w:rsid w:val="00B6750A"/>
    <w:rsid w:val="00B67F7C"/>
    <w:rsid w:val="00B7130D"/>
    <w:rsid w:val="00B80937"/>
    <w:rsid w:val="00B80F4B"/>
    <w:rsid w:val="00B8283D"/>
    <w:rsid w:val="00B85723"/>
    <w:rsid w:val="00B864BF"/>
    <w:rsid w:val="00B86A29"/>
    <w:rsid w:val="00B9373C"/>
    <w:rsid w:val="00B97A7B"/>
    <w:rsid w:val="00B97C8C"/>
    <w:rsid w:val="00BA3542"/>
    <w:rsid w:val="00BA46C3"/>
    <w:rsid w:val="00BA70A3"/>
    <w:rsid w:val="00BB2547"/>
    <w:rsid w:val="00BB5D18"/>
    <w:rsid w:val="00BB791E"/>
    <w:rsid w:val="00BC0131"/>
    <w:rsid w:val="00BC39D6"/>
    <w:rsid w:val="00BC7150"/>
    <w:rsid w:val="00BC7593"/>
    <w:rsid w:val="00BC77C1"/>
    <w:rsid w:val="00BD21A0"/>
    <w:rsid w:val="00BD3502"/>
    <w:rsid w:val="00BD5284"/>
    <w:rsid w:val="00BE32B8"/>
    <w:rsid w:val="00BE4759"/>
    <w:rsid w:val="00BE487E"/>
    <w:rsid w:val="00BE52A1"/>
    <w:rsid w:val="00BE7691"/>
    <w:rsid w:val="00BF13F8"/>
    <w:rsid w:val="00C00DFA"/>
    <w:rsid w:val="00C01538"/>
    <w:rsid w:val="00C026F4"/>
    <w:rsid w:val="00C03AD8"/>
    <w:rsid w:val="00C03E60"/>
    <w:rsid w:val="00C049D5"/>
    <w:rsid w:val="00C107F2"/>
    <w:rsid w:val="00C12B39"/>
    <w:rsid w:val="00C2289F"/>
    <w:rsid w:val="00C24175"/>
    <w:rsid w:val="00C24A8E"/>
    <w:rsid w:val="00C24F59"/>
    <w:rsid w:val="00C327C1"/>
    <w:rsid w:val="00C32A0B"/>
    <w:rsid w:val="00C33603"/>
    <w:rsid w:val="00C36A6C"/>
    <w:rsid w:val="00C40A02"/>
    <w:rsid w:val="00C42AF2"/>
    <w:rsid w:val="00C44D78"/>
    <w:rsid w:val="00C4628A"/>
    <w:rsid w:val="00C52E33"/>
    <w:rsid w:val="00C53975"/>
    <w:rsid w:val="00C576CD"/>
    <w:rsid w:val="00C6013C"/>
    <w:rsid w:val="00C63587"/>
    <w:rsid w:val="00C64ECD"/>
    <w:rsid w:val="00C66560"/>
    <w:rsid w:val="00C67FCA"/>
    <w:rsid w:val="00C709C1"/>
    <w:rsid w:val="00C72D33"/>
    <w:rsid w:val="00C7381D"/>
    <w:rsid w:val="00C74164"/>
    <w:rsid w:val="00C755EC"/>
    <w:rsid w:val="00C76CD2"/>
    <w:rsid w:val="00C80815"/>
    <w:rsid w:val="00C8786C"/>
    <w:rsid w:val="00C90873"/>
    <w:rsid w:val="00C91961"/>
    <w:rsid w:val="00C93B2F"/>
    <w:rsid w:val="00C940EB"/>
    <w:rsid w:val="00C95D41"/>
    <w:rsid w:val="00C97348"/>
    <w:rsid w:val="00C97ACB"/>
    <w:rsid w:val="00CB0E75"/>
    <w:rsid w:val="00CB5DB4"/>
    <w:rsid w:val="00CB7990"/>
    <w:rsid w:val="00CC0A9B"/>
    <w:rsid w:val="00CC74C4"/>
    <w:rsid w:val="00CD15D3"/>
    <w:rsid w:val="00CD3BD3"/>
    <w:rsid w:val="00CD6A01"/>
    <w:rsid w:val="00CD7FBA"/>
    <w:rsid w:val="00CE5A97"/>
    <w:rsid w:val="00CE62B1"/>
    <w:rsid w:val="00CF3224"/>
    <w:rsid w:val="00CF32AA"/>
    <w:rsid w:val="00CF5011"/>
    <w:rsid w:val="00CF7C82"/>
    <w:rsid w:val="00D00057"/>
    <w:rsid w:val="00D0333D"/>
    <w:rsid w:val="00D10B68"/>
    <w:rsid w:val="00D10EF6"/>
    <w:rsid w:val="00D10F2D"/>
    <w:rsid w:val="00D12835"/>
    <w:rsid w:val="00D14AB6"/>
    <w:rsid w:val="00D21242"/>
    <w:rsid w:val="00D22D9E"/>
    <w:rsid w:val="00D22E67"/>
    <w:rsid w:val="00D249CA"/>
    <w:rsid w:val="00D24AA4"/>
    <w:rsid w:val="00D3057C"/>
    <w:rsid w:val="00D4181D"/>
    <w:rsid w:val="00D41E1A"/>
    <w:rsid w:val="00D55C24"/>
    <w:rsid w:val="00D60F47"/>
    <w:rsid w:val="00D63D5D"/>
    <w:rsid w:val="00D64FA0"/>
    <w:rsid w:val="00D6602A"/>
    <w:rsid w:val="00D82A65"/>
    <w:rsid w:val="00DA225A"/>
    <w:rsid w:val="00DA55D7"/>
    <w:rsid w:val="00DA7A57"/>
    <w:rsid w:val="00DB0154"/>
    <w:rsid w:val="00DB1A45"/>
    <w:rsid w:val="00DB47A3"/>
    <w:rsid w:val="00DB5D5F"/>
    <w:rsid w:val="00DC4DA2"/>
    <w:rsid w:val="00DD0CFA"/>
    <w:rsid w:val="00DD1001"/>
    <w:rsid w:val="00DD1B56"/>
    <w:rsid w:val="00DD1DEF"/>
    <w:rsid w:val="00DD1F60"/>
    <w:rsid w:val="00DD3B8F"/>
    <w:rsid w:val="00DD7699"/>
    <w:rsid w:val="00DE4A61"/>
    <w:rsid w:val="00DE4B94"/>
    <w:rsid w:val="00DE5C46"/>
    <w:rsid w:val="00DE5CEB"/>
    <w:rsid w:val="00DE64B5"/>
    <w:rsid w:val="00DF4317"/>
    <w:rsid w:val="00DF44F7"/>
    <w:rsid w:val="00DF4711"/>
    <w:rsid w:val="00E01F79"/>
    <w:rsid w:val="00E022E0"/>
    <w:rsid w:val="00E05C0F"/>
    <w:rsid w:val="00E06726"/>
    <w:rsid w:val="00E07B19"/>
    <w:rsid w:val="00E176FB"/>
    <w:rsid w:val="00E2015A"/>
    <w:rsid w:val="00E21A05"/>
    <w:rsid w:val="00E226DD"/>
    <w:rsid w:val="00E262F2"/>
    <w:rsid w:val="00E33A65"/>
    <w:rsid w:val="00E36311"/>
    <w:rsid w:val="00E407C4"/>
    <w:rsid w:val="00E4097D"/>
    <w:rsid w:val="00E40BF6"/>
    <w:rsid w:val="00E416C5"/>
    <w:rsid w:val="00E43800"/>
    <w:rsid w:val="00E519F1"/>
    <w:rsid w:val="00E523E1"/>
    <w:rsid w:val="00E57A06"/>
    <w:rsid w:val="00E6247A"/>
    <w:rsid w:val="00E6722F"/>
    <w:rsid w:val="00E708F7"/>
    <w:rsid w:val="00E80B9B"/>
    <w:rsid w:val="00E8511B"/>
    <w:rsid w:val="00E86BA4"/>
    <w:rsid w:val="00E86D77"/>
    <w:rsid w:val="00E87DC1"/>
    <w:rsid w:val="00E9052E"/>
    <w:rsid w:val="00E91C8B"/>
    <w:rsid w:val="00E92A67"/>
    <w:rsid w:val="00EA366A"/>
    <w:rsid w:val="00EA3E83"/>
    <w:rsid w:val="00EA4CB7"/>
    <w:rsid w:val="00EB1EBF"/>
    <w:rsid w:val="00EB40DE"/>
    <w:rsid w:val="00EB791C"/>
    <w:rsid w:val="00EC6C5E"/>
    <w:rsid w:val="00ED1C77"/>
    <w:rsid w:val="00ED7E67"/>
    <w:rsid w:val="00EE09FE"/>
    <w:rsid w:val="00EE0E9B"/>
    <w:rsid w:val="00EE3E77"/>
    <w:rsid w:val="00EE4508"/>
    <w:rsid w:val="00EE5F45"/>
    <w:rsid w:val="00EE7BD8"/>
    <w:rsid w:val="00EF03A9"/>
    <w:rsid w:val="00EF062C"/>
    <w:rsid w:val="00EF1045"/>
    <w:rsid w:val="00F01592"/>
    <w:rsid w:val="00F017EF"/>
    <w:rsid w:val="00F01D4C"/>
    <w:rsid w:val="00F035F2"/>
    <w:rsid w:val="00F117B7"/>
    <w:rsid w:val="00F210AC"/>
    <w:rsid w:val="00F2269A"/>
    <w:rsid w:val="00F23E74"/>
    <w:rsid w:val="00F24808"/>
    <w:rsid w:val="00F26FC3"/>
    <w:rsid w:val="00F30771"/>
    <w:rsid w:val="00F310D4"/>
    <w:rsid w:val="00F33A77"/>
    <w:rsid w:val="00F360B3"/>
    <w:rsid w:val="00F43AD5"/>
    <w:rsid w:val="00F46971"/>
    <w:rsid w:val="00F545F0"/>
    <w:rsid w:val="00F57DD5"/>
    <w:rsid w:val="00F67150"/>
    <w:rsid w:val="00F703EC"/>
    <w:rsid w:val="00F716BA"/>
    <w:rsid w:val="00F71729"/>
    <w:rsid w:val="00F73C8A"/>
    <w:rsid w:val="00F73F29"/>
    <w:rsid w:val="00F809D7"/>
    <w:rsid w:val="00F81EBA"/>
    <w:rsid w:val="00F878D9"/>
    <w:rsid w:val="00F95832"/>
    <w:rsid w:val="00F97E26"/>
    <w:rsid w:val="00FA12AF"/>
    <w:rsid w:val="00FA2C3D"/>
    <w:rsid w:val="00FA40FB"/>
    <w:rsid w:val="00FA68F2"/>
    <w:rsid w:val="00FA79B3"/>
    <w:rsid w:val="00FB0A4C"/>
    <w:rsid w:val="00FB0C52"/>
    <w:rsid w:val="00FB180F"/>
    <w:rsid w:val="00FB1BB6"/>
    <w:rsid w:val="00FB521F"/>
    <w:rsid w:val="00FB55B1"/>
    <w:rsid w:val="00FC0B2F"/>
    <w:rsid w:val="00FC2E19"/>
    <w:rsid w:val="00FC715C"/>
    <w:rsid w:val="00FC75CB"/>
    <w:rsid w:val="00FD2624"/>
    <w:rsid w:val="00FD2959"/>
    <w:rsid w:val="00FD44C7"/>
    <w:rsid w:val="00FD4FB0"/>
    <w:rsid w:val="00FD528D"/>
    <w:rsid w:val="00FD6B1D"/>
    <w:rsid w:val="00FE24BE"/>
    <w:rsid w:val="00FF0087"/>
    <w:rsid w:val="00FF7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21F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B52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E4B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4B9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67</Words>
  <Characters>385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 ЗАСЕДАНИЯ</dc:title>
  <dc:subject/>
  <dc:creator>123</dc:creator>
  <cp:keywords/>
  <dc:description/>
  <cp:lastModifiedBy>amina</cp:lastModifiedBy>
  <cp:revision>2</cp:revision>
  <cp:lastPrinted>2019-04-25T09:38:00Z</cp:lastPrinted>
  <dcterms:created xsi:type="dcterms:W3CDTF">2019-04-25T10:09:00Z</dcterms:created>
  <dcterms:modified xsi:type="dcterms:W3CDTF">2019-04-25T10:09:00Z</dcterms:modified>
</cp:coreProperties>
</file>